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5C8D3FA9" w14:textId="77777777" w:rsidTr="009027D5">
        <w:tc>
          <w:tcPr>
            <w:tcW w:w="1398" w:type="dxa"/>
          </w:tcPr>
          <w:p w14:paraId="0B025E62" w14:textId="77777777" w:rsidR="00757AC7" w:rsidRPr="00E05187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74EB7B5D" w14:textId="77777777" w:rsidR="00757AC7" w:rsidRPr="00E05187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08E88D9C" w14:textId="77777777" w:rsidR="00757AC7" w:rsidRPr="00E05187" w:rsidRDefault="00757AC7" w:rsidP="00E0518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E05187" w14:paraId="2989D0D8" w14:textId="77777777" w:rsidTr="00610F7D">
        <w:tc>
          <w:tcPr>
            <w:tcW w:w="1398" w:type="dxa"/>
          </w:tcPr>
          <w:p w14:paraId="31D013C2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07815510</w:t>
            </w:r>
          </w:p>
        </w:tc>
        <w:tc>
          <w:tcPr>
            <w:tcW w:w="2297" w:type="dxa"/>
          </w:tcPr>
          <w:p w14:paraId="1692B965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Tubo HDPE, isolato, colore nero, DN 125 L= 2 m</w:t>
            </w:r>
          </w:p>
        </w:tc>
        <w:tc>
          <w:tcPr>
            <w:tcW w:w="5803" w:type="dxa"/>
          </w:tcPr>
          <w:p w14:paraId="15DF08D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Tubo HDPE (polietilene alta densità), colore nero, DN 125 mm e lunghezza 2 m, con isolamento acustico e termico interno in schiuma di poliolefine, a celle chiuse.</w:t>
            </w:r>
          </w:p>
          <w:p w14:paraId="2863264E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0,040 W/mK a 40 °C</w:t>
            </w:r>
          </w:p>
          <w:p w14:paraId="7EC13E0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125 mm</w:t>
            </w:r>
          </w:p>
          <w:p w14:paraId="5675552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esterno: 160 mm</w:t>
            </w:r>
          </w:p>
          <w:p w14:paraId="6E50A57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-40 °C/ +95 °C.</w:t>
            </w:r>
          </w:p>
          <w:p w14:paraId="26E7A596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Riduzione della lunghezza tramite taglio.</w:t>
            </w:r>
          </w:p>
          <w:p w14:paraId="1FC8348D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Collegamento tramite apposito anello di tenuta in gomma EPDM.</w:t>
            </w:r>
          </w:p>
          <w:p w14:paraId="5E94BC85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B11161B" w14:textId="7F8A8C2D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Tubo HDPE, isolato, colore nero DN 125 L= 2 m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14:paraId="5D465ADE" w14:textId="77777777" w:rsidTr="00610F7D">
        <w:tc>
          <w:tcPr>
            <w:tcW w:w="1398" w:type="dxa"/>
          </w:tcPr>
          <w:p w14:paraId="271DA97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07815520</w:t>
            </w:r>
          </w:p>
        </w:tc>
        <w:tc>
          <w:tcPr>
            <w:tcW w:w="2297" w:type="dxa"/>
          </w:tcPr>
          <w:p w14:paraId="37FA05A7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Tubo HDPE, isolato, colore nero, DN 170 L= 2 m</w:t>
            </w:r>
          </w:p>
        </w:tc>
        <w:tc>
          <w:tcPr>
            <w:tcW w:w="5803" w:type="dxa"/>
          </w:tcPr>
          <w:p w14:paraId="0DB7BAF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Tubo HDPE (polietilene alta densità), colore nero, DN 170 mm e lunghezza 2 m, con isolamento acustico e termico interno in schiuma di poliolefine, a celle chiuse.</w:t>
            </w:r>
          </w:p>
          <w:p w14:paraId="5C8BC99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0,040 W/mK a 40 °C</w:t>
            </w:r>
          </w:p>
          <w:p w14:paraId="79C2042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170 mm</w:t>
            </w:r>
          </w:p>
          <w:p w14:paraId="2326BCB1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esterno: 200 mm</w:t>
            </w:r>
          </w:p>
          <w:p w14:paraId="2021887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-40 °C/ +95 °C.</w:t>
            </w:r>
          </w:p>
          <w:p w14:paraId="417D704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Riduzione della lunghezza tramite taglio.</w:t>
            </w:r>
          </w:p>
          <w:p w14:paraId="044A6530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Collegamento tramite apposito anello di tenuta in gomma EPDM.</w:t>
            </w:r>
          </w:p>
          <w:p w14:paraId="351897CA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B83E073" w14:textId="40C8636B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Tubo HDPE, isolato, colore nero DN 170 L= 2 m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14:paraId="5194BEBF" w14:textId="77777777" w:rsidTr="00610F7D">
        <w:tc>
          <w:tcPr>
            <w:tcW w:w="1398" w:type="dxa"/>
          </w:tcPr>
          <w:p w14:paraId="6F18CE3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07815530</w:t>
            </w:r>
          </w:p>
        </w:tc>
        <w:tc>
          <w:tcPr>
            <w:tcW w:w="2297" w:type="dxa"/>
          </w:tcPr>
          <w:p w14:paraId="25ACE0F7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Curva 90° HDPE, isolata, colore nero, DN 125</w:t>
            </w:r>
          </w:p>
        </w:tc>
        <w:tc>
          <w:tcPr>
            <w:tcW w:w="5803" w:type="dxa"/>
          </w:tcPr>
          <w:p w14:paraId="743F1F4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Curva 90° HDPE (polietilene alta densità), colore nero, DN 125 mm, con isolamento acustico e termico interno in schiuma di poliolefine, a celle chiuse.</w:t>
            </w:r>
          </w:p>
          <w:p w14:paraId="34A08FF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0,040 W/mK a 40 °C</w:t>
            </w:r>
          </w:p>
          <w:p w14:paraId="0EBF92D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125 mm</w:t>
            </w:r>
          </w:p>
          <w:p w14:paraId="6670AD4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esterno: 160 mm</w:t>
            </w:r>
          </w:p>
          <w:p w14:paraId="0BB4439B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-40 °C/ +95 °C.</w:t>
            </w:r>
          </w:p>
          <w:p w14:paraId="1D923760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Riduzione della lunghezza tramite taglio.</w:t>
            </w:r>
          </w:p>
          <w:p w14:paraId="0D631BD8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Collegamento tramite apposito anello di tenuta in gomma EPDM.</w:t>
            </w:r>
          </w:p>
          <w:p w14:paraId="2E2FE943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F14873A" w14:textId="68EFA024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Curva 90° HDPE, isolata, colore nero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171A78C6" w14:textId="77777777" w:rsidTr="00610F7D">
        <w:tc>
          <w:tcPr>
            <w:tcW w:w="1398" w:type="dxa"/>
          </w:tcPr>
          <w:p w14:paraId="526676D5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lastRenderedPageBreak/>
              <w:t>07815540</w:t>
            </w:r>
          </w:p>
        </w:tc>
        <w:tc>
          <w:tcPr>
            <w:tcW w:w="2297" w:type="dxa"/>
          </w:tcPr>
          <w:p w14:paraId="3FE9B43A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Curva 90° HDPE, isolata, colore nero, DN 170</w:t>
            </w:r>
          </w:p>
        </w:tc>
        <w:tc>
          <w:tcPr>
            <w:tcW w:w="5803" w:type="dxa"/>
          </w:tcPr>
          <w:p w14:paraId="03B3EFA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Curva 90° HDPE (polietilene alta densità), colore nero, DN 170 mm, con isolamento acustico e termico interno in schiuma di poliolefine, a celle chiuse.</w:t>
            </w:r>
          </w:p>
          <w:p w14:paraId="28FDF10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0,040 W/mK a 40 °C</w:t>
            </w:r>
          </w:p>
          <w:p w14:paraId="311449B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170 mm</w:t>
            </w:r>
          </w:p>
          <w:p w14:paraId="725D102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esterno: 200 mm</w:t>
            </w:r>
          </w:p>
          <w:p w14:paraId="7742839B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-40 °C/ +95 °C.</w:t>
            </w:r>
          </w:p>
          <w:p w14:paraId="4DBFDBDA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Riduzione della lunghezza tramite taglio.</w:t>
            </w:r>
          </w:p>
          <w:p w14:paraId="54620E7D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Collegamento tramite apposito anello di tenuta in gomma EPDM.</w:t>
            </w:r>
          </w:p>
          <w:p w14:paraId="50D2B883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EFD5108" w14:textId="5531D90E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Curva 90° HDPE, isolata, colore nero DN 170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41B27258" w14:textId="77777777" w:rsidTr="00610F7D">
        <w:tc>
          <w:tcPr>
            <w:tcW w:w="1398" w:type="dxa"/>
          </w:tcPr>
          <w:p w14:paraId="6D9807B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07815550</w:t>
            </w:r>
          </w:p>
        </w:tc>
        <w:tc>
          <w:tcPr>
            <w:tcW w:w="2297" w:type="dxa"/>
          </w:tcPr>
          <w:p w14:paraId="7C6DC642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Tee HDPE, isolato, colore nero, DN 125</w:t>
            </w:r>
          </w:p>
        </w:tc>
        <w:tc>
          <w:tcPr>
            <w:tcW w:w="5803" w:type="dxa"/>
          </w:tcPr>
          <w:p w14:paraId="1A5BC1B3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Tee HDPE (polietilene alta densità), colore nero, DN 125 mm, con isolamento acustico e termico interno in schiuma di poliolefine, a celle chiuse.</w:t>
            </w:r>
          </w:p>
          <w:p w14:paraId="4D229CE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0,040 W/mK a 40 °C</w:t>
            </w:r>
          </w:p>
          <w:p w14:paraId="43EA68E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125 mm</w:t>
            </w:r>
          </w:p>
          <w:p w14:paraId="12C7C3C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esterno: 160 mm</w:t>
            </w:r>
          </w:p>
          <w:p w14:paraId="14AEA34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-40 °C/ +95 °C.</w:t>
            </w:r>
          </w:p>
          <w:p w14:paraId="0ABAA98C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Riduzione della lunghezza tramite taglio.</w:t>
            </w:r>
          </w:p>
          <w:p w14:paraId="36070FAA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Collegamento tramite apposito anello di tenuta in gomma EPDM.</w:t>
            </w:r>
          </w:p>
          <w:p w14:paraId="47F0C240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A58F4C0" w14:textId="440FF0A9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Tee HDPE, isolato, colore nero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06C42FCC" w14:textId="77777777" w:rsidTr="00610F7D">
        <w:tc>
          <w:tcPr>
            <w:tcW w:w="1398" w:type="dxa"/>
          </w:tcPr>
          <w:p w14:paraId="75D978E6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07815560</w:t>
            </w:r>
          </w:p>
        </w:tc>
        <w:tc>
          <w:tcPr>
            <w:tcW w:w="2297" w:type="dxa"/>
          </w:tcPr>
          <w:p w14:paraId="33001514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Tee HDPE, isolato, colore nero, DN 170</w:t>
            </w:r>
          </w:p>
        </w:tc>
        <w:tc>
          <w:tcPr>
            <w:tcW w:w="5803" w:type="dxa"/>
          </w:tcPr>
          <w:p w14:paraId="25356E1E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Tee HDPE (polietilene alta densità), colore nero, DN 170 mm, con isolamento acustico e termico interno in schiuma di poliolefine, a celle chiuse.</w:t>
            </w:r>
          </w:p>
          <w:p w14:paraId="0DCE442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0,040 W/mK a 40 °C</w:t>
            </w:r>
          </w:p>
          <w:p w14:paraId="3D1A2C91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170 mm</w:t>
            </w:r>
          </w:p>
          <w:p w14:paraId="302C95B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esterno: 200 mm</w:t>
            </w:r>
          </w:p>
          <w:p w14:paraId="397740B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-40 °C/ +95 °C.</w:t>
            </w:r>
          </w:p>
          <w:p w14:paraId="2EFA02F9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Riduzione della lunghezza tramite taglio.</w:t>
            </w:r>
          </w:p>
          <w:p w14:paraId="4850CC2B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Collegamento tramite apposito anello di tenuta in gomma EPDM.</w:t>
            </w:r>
          </w:p>
          <w:p w14:paraId="5EB572EC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206B7C0" w14:textId="67839666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Tee HDPE, isolato, colore nero DN 170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6FC44283" w14:textId="77777777" w:rsidTr="00610F7D">
        <w:tc>
          <w:tcPr>
            <w:tcW w:w="1398" w:type="dxa"/>
          </w:tcPr>
          <w:p w14:paraId="2F6A601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lastRenderedPageBreak/>
              <w:t>07815570</w:t>
            </w:r>
          </w:p>
        </w:tc>
        <w:tc>
          <w:tcPr>
            <w:tcW w:w="2297" w:type="dxa"/>
          </w:tcPr>
          <w:p w14:paraId="1EF4B73C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 xml:space="preserve">Anello EPDM, colore nero, di connessione DN 125 </w:t>
            </w:r>
          </w:p>
        </w:tc>
        <w:tc>
          <w:tcPr>
            <w:tcW w:w="5803" w:type="dxa"/>
          </w:tcPr>
          <w:p w14:paraId="2D2635B7" w14:textId="18EAA6AB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Anello, in gomma EPDM, colore nero, di connessione tubo/tubo DN 125.</w:t>
            </w:r>
          </w:p>
          <w:p w14:paraId="2DE77ACF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45F1C0F" w14:textId="790EF103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Anello EPDM, colore nero, di connessione DN 125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425FDDFF" w14:textId="77777777" w:rsidTr="00610F7D">
        <w:tc>
          <w:tcPr>
            <w:tcW w:w="1398" w:type="dxa"/>
          </w:tcPr>
          <w:p w14:paraId="57389E57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07815580</w:t>
            </w:r>
          </w:p>
        </w:tc>
        <w:tc>
          <w:tcPr>
            <w:tcW w:w="2297" w:type="dxa"/>
          </w:tcPr>
          <w:p w14:paraId="321F4819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Anello EPDM, colore nero, di connessione DN 170</w:t>
            </w:r>
          </w:p>
        </w:tc>
        <w:tc>
          <w:tcPr>
            <w:tcW w:w="5803" w:type="dxa"/>
          </w:tcPr>
          <w:p w14:paraId="751DAE69" w14:textId="3A4A7DCB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Anello, in gomma EPDM, colore nero, di connessione tubo/tubo DN 170.</w:t>
            </w:r>
          </w:p>
          <w:p w14:paraId="0EB8EF5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7C31740" w14:textId="52A68421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Anello EPDM, colore nero, di connessione DN 170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7C371091" w14:textId="77777777" w:rsidTr="00610F7D">
        <w:tc>
          <w:tcPr>
            <w:tcW w:w="1398" w:type="dxa"/>
          </w:tcPr>
          <w:p w14:paraId="72D4611E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07815590</w:t>
            </w:r>
          </w:p>
        </w:tc>
        <w:tc>
          <w:tcPr>
            <w:tcW w:w="2297" w:type="dxa"/>
          </w:tcPr>
          <w:p w14:paraId="589EA1C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 xml:space="preserve">Anello EPDM, colore nero, di riduzione DN 125 </w:t>
            </w:r>
          </w:p>
        </w:tc>
        <w:tc>
          <w:tcPr>
            <w:tcW w:w="5803" w:type="dxa"/>
          </w:tcPr>
          <w:p w14:paraId="58B21082" w14:textId="3322FD65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Anello, in gomma EPDM, colore nero, di riduzione tubo/attacco unità DN 125.</w:t>
            </w:r>
          </w:p>
          <w:p w14:paraId="42303FA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Diametro minore: 125 mm</w:t>
            </w:r>
          </w:p>
          <w:p w14:paraId="500740F0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 xml:space="preserve">Diametro maggiore: 160 mm </w:t>
            </w:r>
          </w:p>
          <w:p w14:paraId="41530B68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9E974EA" w14:textId="65CE8FFC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Anello EPDM, colore nero, di riduzione DN 125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205CF6FE" w14:textId="77777777" w:rsidTr="00610F7D">
        <w:tc>
          <w:tcPr>
            <w:tcW w:w="1398" w:type="dxa"/>
          </w:tcPr>
          <w:p w14:paraId="67838987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07815600</w:t>
            </w:r>
          </w:p>
        </w:tc>
        <w:tc>
          <w:tcPr>
            <w:tcW w:w="2297" w:type="dxa"/>
          </w:tcPr>
          <w:p w14:paraId="3C3FEDD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Anello EPDM, colore nero, di riduzione DN 170</w:t>
            </w:r>
          </w:p>
        </w:tc>
        <w:tc>
          <w:tcPr>
            <w:tcW w:w="5803" w:type="dxa"/>
          </w:tcPr>
          <w:p w14:paraId="7B93225F" w14:textId="32CC0A61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Anello, in gomma EPDM, colore nero, di connessione tubo/attacco unità DN 170.</w:t>
            </w:r>
          </w:p>
          <w:p w14:paraId="569A803C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Diametro minore: 150 mm</w:t>
            </w:r>
          </w:p>
          <w:p w14:paraId="00366307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 xml:space="preserve">Diametro maggiore: 200 mm </w:t>
            </w:r>
          </w:p>
          <w:p w14:paraId="4181C63B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A9E923D" w14:textId="24E919F3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Anello EPDM, colore nero, di riduzione DN 170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74ED0864" w14:textId="77777777" w:rsidTr="00610F7D">
        <w:tc>
          <w:tcPr>
            <w:tcW w:w="1398" w:type="dxa"/>
          </w:tcPr>
          <w:p w14:paraId="297C370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07815670</w:t>
            </w:r>
          </w:p>
        </w:tc>
        <w:tc>
          <w:tcPr>
            <w:tcW w:w="2297" w:type="dxa"/>
          </w:tcPr>
          <w:p w14:paraId="1D57EFB2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Condotto flessibile, antibatterico, DN 127 L= 10 m</w:t>
            </w:r>
          </w:p>
        </w:tc>
        <w:tc>
          <w:tcPr>
            <w:tcW w:w="5803" w:type="dxa"/>
          </w:tcPr>
          <w:p w14:paraId="5193459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Condotto flessibile DN 127, colore grigio, realizzato con film di resine poliolefiniche additivate e master antibatterico, con spirale in filo di acciaio armonico.</w:t>
            </w:r>
          </w:p>
          <w:p w14:paraId="19E0DDF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Classe di reazione al fuoco (rif. DM 26/06/1984): 1.</w:t>
            </w:r>
          </w:p>
          <w:p w14:paraId="62AF093E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di impiego: -20 °C/ +90 °C.</w:t>
            </w:r>
          </w:p>
          <w:p w14:paraId="70026D2E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8237FDD" w14:textId="0415D642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Condotto flessibile, antibatterico, DN 127 L= 10 m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7B06242F" w14:textId="77777777" w:rsidTr="00610F7D">
        <w:tc>
          <w:tcPr>
            <w:tcW w:w="1398" w:type="dxa"/>
          </w:tcPr>
          <w:p w14:paraId="4467CCA1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07815680</w:t>
            </w:r>
          </w:p>
        </w:tc>
        <w:tc>
          <w:tcPr>
            <w:tcW w:w="2297" w:type="dxa"/>
          </w:tcPr>
          <w:p w14:paraId="5D221055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Condotto flessibile, antibatterico, DN 160 L= 10 m</w:t>
            </w:r>
          </w:p>
        </w:tc>
        <w:tc>
          <w:tcPr>
            <w:tcW w:w="5803" w:type="dxa"/>
          </w:tcPr>
          <w:p w14:paraId="7ED9708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Condotto flessibile DN 160, colore grigio, realizzato con film di resine poliolefiniche additivate e master antibatterico, con spirale in filo di acciaio armonico.</w:t>
            </w:r>
          </w:p>
          <w:p w14:paraId="76BF019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Classe di reazione al fuoco (rif. DM 26/06/1984): 1.</w:t>
            </w:r>
          </w:p>
          <w:p w14:paraId="18AC3B1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di impiego: -20 °C/ +90 °C.</w:t>
            </w:r>
          </w:p>
          <w:p w14:paraId="2263E7B4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DBCB204" w14:textId="49FCFF0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Condotto flessibile, antibatterico, DN 160 L= 10 m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651695" w:rsidRPr="007E69BB" w14:paraId="3E95B103" w14:textId="77777777" w:rsidTr="00610F7D">
        <w:tc>
          <w:tcPr>
            <w:tcW w:w="1398" w:type="dxa"/>
          </w:tcPr>
          <w:p w14:paraId="4832EF1C" w14:textId="2BBC0FD1" w:rsidR="00651695" w:rsidRPr="00E05187" w:rsidRDefault="000E1E9A" w:rsidP="00E05187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07815685</w:t>
            </w:r>
          </w:p>
        </w:tc>
        <w:tc>
          <w:tcPr>
            <w:tcW w:w="2297" w:type="dxa"/>
          </w:tcPr>
          <w:p w14:paraId="650BDF29" w14:textId="0DB1B2D7" w:rsidR="00651695" w:rsidRPr="00E05187" w:rsidRDefault="0038597E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38597E">
              <w:rPr>
                <w:rFonts w:ascii="Poppins" w:hAnsi="Poppins" w:cs="Poppins"/>
              </w:rPr>
              <w:t>Condotto flessibile, antibatterico, DN 200 L= 10 m</w:t>
            </w:r>
          </w:p>
        </w:tc>
        <w:tc>
          <w:tcPr>
            <w:tcW w:w="5803" w:type="dxa"/>
          </w:tcPr>
          <w:p w14:paraId="7B7B29AE" w14:textId="5D090985" w:rsidR="00E45136" w:rsidRPr="00E45136" w:rsidRDefault="00E45136" w:rsidP="00E45136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45136">
              <w:rPr>
                <w:rFonts w:ascii="Poppins" w:hAnsi="Poppins" w:cs="Poppins"/>
              </w:rPr>
              <w:t>Condotto flessibile DN 200, colore grigio, realizzato con film di resine</w:t>
            </w:r>
            <w:r>
              <w:rPr>
                <w:rFonts w:ascii="Poppins" w:hAnsi="Poppins" w:cs="Poppins"/>
              </w:rPr>
              <w:t xml:space="preserve"> </w:t>
            </w:r>
            <w:r w:rsidRPr="00E45136">
              <w:rPr>
                <w:rFonts w:ascii="Poppins" w:hAnsi="Poppins" w:cs="Poppins"/>
              </w:rPr>
              <w:t>poliolefiniche additivate e master antibatterico, con spirale in filo di</w:t>
            </w:r>
            <w:r>
              <w:rPr>
                <w:rFonts w:ascii="Poppins" w:hAnsi="Poppins" w:cs="Poppins"/>
              </w:rPr>
              <w:t xml:space="preserve"> </w:t>
            </w:r>
            <w:r w:rsidRPr="00E45136">
              <w:rPr>
                <w:rFonts w:ascii="Poppins" w:hAnsi="Poppins" w:cs="Poppins"/>
              </w:rPr>
              <w:t>acciaio armonico.</w:t>
            </w:r>
          </w:p>
          <w:p w14:paraId="3EFAEFDF" w14:textId="77777777" w:rsidR="00E45136" w:rsidRPr="00E45136" w:rsidRDefault="00E45136" w:rsidP="00E45136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45136">
              <w:rPr>
                <w:rFonts w:ascii="Poppins" w:hAnsi="Poppins" w:cs="Poppins"/>
              </w:rPr>
              <w:t>Classe di reazione al fuoco (rif. DM 26/06/1984): 1.</w:t>
            </w:r>
          </w:p>
          <w:p w14:paraId="3BD11B00" w14:textId="77777777" w:rsidR="00E45136" w:rsidRPr="00E45136" w:rsidRDefault="00E45136" w:rsidP="00E45136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45136">
              <w:rPr>
                <w:rFonts w:ascii="Poppins" w:hAnsi="Poppins" w:cs="Poppins"/>
              </w:rPr>
              <w:t>Temperature di impiego: -20 °C/ +90 °C.</w:t>
            </w:r>
          </w:p>
          <w:p w14:paraId="6005926F" w14:textId="77777777" w:rsidR="00E45136" w:rsidRPr="00E45136" w:rsidRDefault="00E45136" w:rsidP="00E45136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37D0782" w14:textId="368F189E" w:rsidR="00651695" w:rsidRPr="00E45136" w:rsidRDefault="00E45136" w:rsidP="00E45136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45136">
              <w:rPr>
                <w:rFonts w:ascii="Poppins" w:hAnsi="Poppins" w:cs="Poppins"/>
                <w:b/>
                <w:bCs/>
              </w:rPr>
              <w:t>Marca Emmeti – Modello Condotto flessibile, antibatterico, DN 200 L= 10 m o equivalente.</w:t>
            </w:r>
          </w:p>
        </w:tc>
      </w:tr>
      <w:tr w:rsidR="00E05187" w:rsidRPr="007E69BB" w14:paraId="156238C2" w14:textId="77777777" w:rsidTr="00610F7D">
        <w:tc>
          <w:tcPr>
            <w:tcW w:w="1398" w:type="dxa"/>
          </w:tcPr>
          <w:p w14:paraId="35A70C19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07815690</w:t>
            </w:r>
          </w:p>
        </w:tc>
        <w:tc>
          <w:tcPr>
            <w:tcW w:w="2297" w:type="dxa"/>
          </w:tcPr>
          <w:p w14:paraId="6487D9A5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Condotto flessibile coibentato e antibatterico DN 127 L= 10 m</w:t>
            </w:r>
          </w:p>
        </w:tc>
        <w:tc>
          <w:tcPr>
            <w:tcW w:w="5803" w:type="dxa"/>
          </w:tcPr>
          <w:p w14:paraId="4AB5827B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Condotto flessibile DN 127, colore grigio, realizzato con film di resine poliolefiniche additivate e master antibatterico, con spirale in filo di acciaio armonico.</w:t>
            </w:r>
          </w:p>
          <w:p w14:paraId="305B85F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Rivestimento termoisolante in fibra poliestere, spessore 25 mm e densità 16 kg/mc, con protezione esterna in film alluminato.</w:t>
            </w:r>
          </w:p>
          <w:p w14:paraId="422F5A6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Classe di reazione al fuoco (rif. DM 26/06/1984): 1.</w:t>
            </w:r>
          </w:p>
          <w:p w14:paraId="2DABFD0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di impiego: -20 °C/ +90 °C.</w:t>
            </w:r>
          </w:p>
          <w:p w14:paraId="3A17E18C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1347B12" w14:textId="22EDC6D9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Condotto flessibile coibentato e antibatterico DN 127 L= 10 m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306156A8" w14:textId="77777777" w:rsidTr="00610F7D">
        <w:tc>
          <w:tcPr>
            <w:tcW w:w="1398" w:type="dxa"/>
          </w:tcPr>
          <w:p w14:paraId="74282E6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07815700</w:t>
            </w:r>
          </w:p>
        </w:tc>
        <w:tc>
          <w:tcPr>
            <w:tcW w:w="2297" w:type="dxa"/>
          </w:tcPr>
          <w:p w14:paraId="448A4EDC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Condotto flessibile coibentato e antibatterico DN 160 L= 10 m</w:t>
            </w:r>
          </w:p>
        </w:tc>
        <w:tc>
          <w:tcPr>
            <w:tcW w:w="5803" w:type="dxa"/>
          </w:tcPr>
          <w:p w14:paraId="0900358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Condotto flessibile DN 160, colore grigio, realizzato con film di resine poliolefiniche additivate e master antibatterico, con spirale in filo di acciaio armonico.</w:t>
            </w:r>
          </w:p>
          <w:p w14:paraId="68131DB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Rivestimento termoisolante in fibra poliestere, spessore 25 mm e densità 16 kg/mc, con protezione esterna in film alluminato.</w:t>
            </w:r>
          </w:p>
          <w:p w14:paraId="4067D7D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Classe di reazione al fuoco (rif. DM 26/06/1984): 1.</w:t>
            </w:r>
          </w:p>
          <w:p w14:paraId="6AD0FFB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di impiego: -20 °C/ +90 °C.</w:t>
            </w:r>
          </w:p>
          <w:p w14:paraId="6EEF05CA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2BE0F64" w14:textId="67CA9BC9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Condotto flessibile coibentato e antibatterico DN 160 L= 10 m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651695" w:rsidRPr="007E69BB" w14:paraId="64A8CD65" w14:textId="77777777" w:rsidTr="00610F7D">
        <w:tc>
          <w:tcPr>
            <w:tcW w:w="1398" w:type="dxa"/>
          </w:tcPr>
          <w:p w14:paraId="24F05733" w14:textId="7B6F9AB5" w:rsidR="00651695" w:rsidRPr="00E05187" w:rsidRDefault="00CB2397" w:rsidP="00E05187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07815705</w:t>
            </w:r>
          </w:p>
        </w:tc>
        <w:tc>
          <w:tcPr>
            <w:tcW w:w="2297" w:type="dxa"/>
          </w:tcPr>
          <w:p w14:paraId="334E16D2" w14:textId="715EDB8B" w:rsidR="00651695" w:rsidRPr="00E05187" w:rsidRDefault="00EE7770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E7770">
              <w:rPr>
                <w:rFonts w:ascii="Poppins" w:hAnsi="Poppins" w:cs="Poppins"/>
              </w:rPr>
              <w:t>Condotto flessibile coibentato e antibatterico DN 200 L= 10 m</w:t>
            </w:r>
          </w:p>
        </w:tc>
        <w:tc>
          <w:tcPr>
            <w:tcW w:w="5803" w:type="dxa"/>
          </w:tcPr>
          <w:p w14:paraId="23759E01" w14:textId="528AF338" w:rsidR="00EE7770" w:rsidRPr="00EE7770" w:rsidRDefault="00EE7770" w:rsidP="00EE777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7770">
              <w:rPr>
                <w:rFonts w:ascii="Poppins" w:hAnsi="Poppins" w:cs="Poppins"/>
              </w:rPr>
              <w:t>Condotto flessibile DN 200, colore grigio, realizzato con film di resine</w:t>
            </w:r>
            <w:r>
              <w:rPr>
                <w:rFonts w:ascii="Poppins" w:hAnsi="Poppins" w:cs="Poppins"/>
              </w:rPr>
              <w:t xml:space="preserve"> </w:t>
            </w:r>
            <w:r w:rsidRPr="00EE7770">
              <w:rPr>
                <w:rFonts w:ascii="Poppins" w:hAnsi="Poppins" w:cs="Poppins"/>
              </w:rPr>
              <w:t>poliolefiniche additivate e master antibatterico, con spirale in filo di</w:t>
            </w:r>
            <w:r>
              <w:rPr>
                <w:rFonts w:ascii="Poppins" w:hAnsi="Poppins" w:cs="Poppins"/>
              </w:rPr>
              <w:t xml:space="preserve"> </w:t>
            </w:r>
            <w:r w:rsidRPr="00EE7770">
              <w:rPr>
                <w:rFonts w:ascii="Poppins" w:hAnsi="Poppins" w:cs="Poppins"/>
              </w:rPr>
              <w:t>acciaio armonico.</w:t>
            </w:r>
          </w:p>
          <w:p w14:paraId="65F5EDCF" w14:textId="6A0AF231" w:rsidR="00EE7770" w:rsidRPr="00EE7770" w:rsidRDefault="00EE7770" w:rsidP="00EE777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7770">
              <w:rPr>
                <w:rFonts w:ascii="Poppins" w:hAnsi="Poppins" w:cs="Poppins"/>
              </w:rPr>
              <w:t>Rivestimento termoisolante in fibra poliestere, spessore 25 mm e densità</w:t>
            </w:r>
            <w:r>
              <w:rPr>
                <w:rFonts w:ascii="Poppins" w:hAnsi="Poppins" w:cs="Poppins"/>
              </w:rPr>
              <w:t xml:space="preserve"> </w:t>
            </w:r>
            <w:r w:rsidRPr="00EE7770">
              <w:rPr>
                <w:rFonts w:ascii="Poppins" w:hAnsi="Poppins" w:cs="Poppins"/>
              </w:rPr>
              <w:t>16 kg/mc, con protezione esterna in film alluminato.</w:t>
            </w:r>
          </w:p>
          <w:p w14:paraId="26B118B5" w14:textId="77777777" w:rsidR="00EE7770" w:rsidRPr="00EE7770" w:rsidRDefault="00EE7770" w:rsidP="00EE777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7770">
              <w:rPr>
                <w:rFonts w:ascii="Poppins" w:hAnsi="Poppins" w:cs="Poppins"/>
              </w:rPr>
              <w:t>Classe di reazione al fuoco (rif. DM 26/06/1984): 1.</w:t>
            </w:r>
          </w:p>
          <w:p w14:paraId="730DB0EA" w14:textId="77777777" w:rsidR="00EE7770" w:rsidRPr="00EE7770" w:rsidRDefault="00EE7770" w:rsidP="00EE7770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E7770">
              <w:rPr>
                <w:rFonts w:ascii="Poppins" w:hAnsi="Poppins" w:cs="Poppins"/>
              </w:rPr>
              <w:t>Temperature di impiego: -20 °C/ +90 °C.</w:t>
            </w:r>
          </w:p>
          <w:p w14:paraId="6F49070D" w14:textId="77777777" w:rsidR="00EE7770" w:rsidRPr="00EE7770" w:rsidRDefault="00EE7770" w:rsidP="00EE7770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5CE4137" w14:textId="62FDAE98" w:rsidR="00651695" w:rsidRPr="00EE7770" w:rsidRDefault="00EE7770" w:rsidP="00EE7770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E7770">
              <w:rPr>
                <w:rFonts w:ascii="Poppins" w:hAnsi="Poppins" w:cs="Poppins"/>
                <w:b/>
                <w:bCs/>
              </w:rPr>
              <w:lastRenderedPageBreak/>
              <w:t>Marca Emmeti – Modello Condotto flessibile coibentato e antibatterico DN 200 L= 10 m o equivalente.</w:t>
            </w:r>
          </w:p>
        </w:tc>
      </w:tr>
      <w:tr w:rsidR="00E05187" w:rsidRPr="007E69BB" w14:paraId="42B7191E" w14:textId="77777777" w:rsidTr="00610F7D">
        <w:tc>
          <w:tcPr>
            <w:tcW w:w="1398" w:type="dxa"/>
          </w:tcPr>
          <w:p w14:paraId="2146310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lastRenderedPageBreak/>
              <w:t>07815710</w:t>
            </w:r>
          </w:p>
        </w:tc>
        <w:tc>
          <w:tcPr>
            <w:tcW w:w="2297" w:type="dxa"/>
          </w:tcPr>
          <w:p w14:paraId="1CD332F5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Collare di staffaggio per tubo HDPE, isolato, DN 80</w:t>
            </w:r>
          </w:p>
        </w:tc>
        <w:tc>
          <w:tcPr>
            <w:tcW w:w="5803" w:type="dxa"/>
          </w:tcPr>
          <w:p w14:paraId="6D56A5EF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Collare di staffaggio per tubo HDPE, isolato, DN 80.</w:t>
            </w:r>
          </w:p>
          <w:p w14:paraId="3028C639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749510D" w14:textId="13FC9F00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Collare di staffaggio per tubo HDPE, isolato, DN 80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0833A46F" w14:textId="77777777" w:rsidTr="00610F7D">
        <w:tc>
          <w:tcPr>
            <w:tcW w:w="1398" w:type="dxa"/>
          </w:tcPr>
          <w:p w14:paraId="054B72F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07815720</w:t>
            </w:r>
          </w:p>
        </w:tc>
        <w:tc>
          <w:tcPr>
            <w:tcW w:w="2297" w:type="dxa"/>
          </w:tcPr>
          <w:p w14:paraId="3A86F44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Collare di staffaggio per tubo HDPE, isolato, DN 125</w:t>
            </w:r>
          </w:p>
        </w:tc>
        <w:tc>
          <w:tcPr>
            <w:tcW w:w="5803" w:type="dxa"/>
          </w:tcPr>
          <w:p w14:paraId="6656339D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Collare di staffaggio per tubo HDPE, isolato, DN 125.</w:t>
            </w:r>
          </w:p>
          <w:p w14:paraId="1406F67D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A2AD4D3" w14:textId="2551D4C3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Collare di staffaggio per tubo HDPE, isolato, DN 125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25AAA2F4" w14:textId="77777777" w:rsidTr="00610F7D">
        <w:tc>
          <w:tcPr>
            <w:tcW w:w="1398" w:type="dxa"/>
          </w:tcPr>
          <w:p w14:paraId="4037DA8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07815730</w:t>
            </w:r>
          </w:p>
        </w:tc>
        <w:tc>
          <w:tcPr>
            <w:tcW w:w="2297" w:type="dxa"/>
          </w:tcPr>
          <w:p w14:paraId="39C6C987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Collare di staffaggio per tubo HDPE, isolato, DN 160</w:t>
            </w:r>
          </w:p>
        </w:tc>
        <w:tc>
          <w:tcPr>
            <w:tcW w:w="5803" w:type="dxa"/>
          </w:tcPr>
          <w:p w14:paraId="1A2E1623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Collare di staffaggio per tubo HDPE, isolato, DN 160.</w:t>
            </w:r>
          </w:p>
          <w:p w14:paraId="75140B3D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D000ACA" w14:textId="16DCB10E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Collare di staffaggio per tubo HDPE, isolato, DN 160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52ACBAF3" w14:textId="77777777" w:rsidTr="00610F7D">
        <w:tc>
          <w:tcPr>
            <w:tcW w:w="1398" w:type="dxa"/>
          </w:tcPr>
          <w:p w14:paraId="1E3A2DA1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07815740</w:t>
            </w:r>
          </w:p>
        </w:tc>
        <w:tc>
          <w:tcPr>
            <w:tcW w:w="2297" w:type="dxa"/>
          </w:tcPr>
          <w:p w14:paraId="38F53BC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Nastro adesivo in alluminio, colore nero, rotolo da 50 m</w:t>
            </w:r>
          </w:p>
        </w:tc>
        <w:tc>
          <w:tcPr>
            <w:tcW w:w="5803" w:type="dxa"/>
          </w:tcPr>
          <w:p w14:paraId="3303F7CC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Nastro adesivo in alluminio, colore nero.</w:t>
            </w:r>
          </w:p>
          <w:p w14:paraId="3A461C29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Spessore 50 micron.</w:t>
            </w:r>
          </w:p>
          <w:p w14:paraId="2EB31C93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Rotolo da 50 m.</w:t>
            </w:r>
          </w:p>
          <w:p w14:paraId="285BF86A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6B55B925" w14:textId="14AFC49D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Nastro adesivo in alluminio, colore nero, rotolo da 50 m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07F4061C" w14:textId="77777777" w:rsidTr="00610F7D">
        <w:tc>
          <w:tcPr>
            <w:tcW w:w="1398" w:type="dxa"/>
          </w:tcPr>
          <w:p w14:paraId="478CD58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07815610</w:t>
            </w:r>
          </w:p>
        </w:tc>
        <w:tc>
          <w:tcPr>
            <w:tcW w:w="2297" w:type="dxa"/>
          </w:tcPr>
          <w:p w14:paraId="00E80F9C" w14:textId="79DF89BA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Terminale a tetto presa aria esterna/espulsione aria viziata, colore nero, DN 125</w:t>
            </w:r>
          </w:p>
        </w:tc>
        <w:tc>
          <w:tcPr>
            <w:tcW w:w="5803" w:type="dxa"/>
          </w:tcPr>
          <w:p w14:paraId="61AB814D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Terminale a tetto, in plastica colore nero, per presa aria esterna o espulsione aria viziata.</w:t>
            </w:r>
          </w:p>
          <w:p w14:paraId="0B8C5892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Connessione con tubo HDPE, isolato, DN 125.</w:t>
            </w:r>
          </w:p>
          <w:p w14:paraId="222E7FB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Ingombro complessivo: 965 mm</w:t>
            </w:r>
          </w:p>
          <w:p w14:paraId="6CE5EBBD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Altezza terminale: 340 mm.</w:t>
            </w:r>
          </w:p>
          <w:p w14:paraId="4B919936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AF87A8" w14:textId="6F759982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Terminale a tetto presa aria esterna/espulsione aria viziata, colore nero, DN 125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4FF01013" w14:textId="77777777" w:rsidTr="00610F7D">
        <w:tc>
          <w:tcPr>
            <w:tcW w:w="1398" w:type="dxa"/>
          </w:tcPr>
          <w:p w14:paraId="379B1DF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07815630</w:t>
            </w:r>
          </w:p>
        </w:tc>
        <w:tc>
          <w:tcPr>
            <w:tcW w:w="2297" w:type="dxa"/>
          </w:tcPr>
          <w:p w14:paraId="54DA4721" w14:textId="48BBE5C3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Terminale a tetto presa aria esterna/espulsione aria viziata, colore nero, DN 170</w:t>
            </w:r>
          </w:p>
        </w:tc>
        <w:tc>
          <w:tcPr>
            <w:tcW w:w="5803" w:type="dxa"/>
          </w:tcPr>
          <w:p w14:paraId="54E79D1F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Terminale a tetto, in plastica colore nero, per presa aria esterna o espulsione aria viziata.</w:t>
            </w:r>
          </w:p>
          <w:p w14:paraId="548389D3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Connessione con tubo HDPE, isolato, DN 170.</w:t>
            </w:r>
          </w:p>
          <w:p w14:paraId="554B3C2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Ingombro complessivo: 1005 mm</w:t>
            </w:r>
          </w:p>
          <w:p w14:paraId="424F1EC6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Altezza terminale: 340 mm.</w:t>
            </w:r>
          </w:p>
          <w:p w14:paraId="705C68C5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42C3B6A" w14:textId="23C6C6DC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Terminale a tetto presa aria esterna/espulsione aria viziata, colore nero, DN 170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393A52B3" w14:textId="77777777" w:rsidTr="00610F7D">
        <w:tc>
          <w:tcPr>
            <w:tcW w:w="1398" w:type="dxa"/>
          </w:tcPr>
          <w:p w14:paraId="47A5761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lastRenderedPageBreak/>
              <w:t>07815620</w:t>
            </w:r>
          </w:p>
        </w:tc>
        <w:tc>
          <w:tcPr>
            <w:tcW w:w="2297" w:type="dxa"/>
          </w:tcPr>
          <w:p w14:paraId="31AFBA8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Adattatore tetto piano, colore nero, DN 125</w:t>
            </w:r>
          </w:p>
        </w:tc>
        <w:tc>
          <w:tcPr>
            <w:tcW w:w="5803" w:type="dxa"/>
          </w:tcPr>
          <w:p w14:paraId="3D949288" w14:textId="46FA661B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Adattatore per tetto piano, in plastica colore nero, per terminale a tetto presa aria esterna/espulsione aria viziata DN 125.</w:t>
            </w:r>
          </w:p>
          <w:p w14:paraId="07C6470C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Altezza: 150 mm.</w:t>
            </w:r>
          </w:p>
          <w:p w14:paraId="5CA0507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D3B5BB8" w14:textId="540291EA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Adattatore tetto piano, colore nero, DN 125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13EBB6B3" w14:textId="77777777" w:rsidTr="00610F7D">
        <w:tc>
          <w:tcPr>
            <w:tcW w:w="1398" w:type="dxa"/>
          </w:tcPr>
          <w:p w14:paraId="0D8360FE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07815640</w:t>
            </w:r>
          </w:p>
        </w:tc>
        <w:tc>
          <w:tcPr>
            <w:tcW w:w="2297" w:type="dxa"/>
          </w:tcPr>
          <w:p w14:paraId="042C9A16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Adattatore tetto piano, colore nero, DN 170</w:t>
            </w:r>
          </w:p>
        </w:tc>
        <w:tc>
          <w:tcPr>
            <w:tcW w:w="5803" w:type="dxa"/>
          </w:tcPr>
          <w:p w14:paraId="3E1FFF1B" w14:textId="5C58E192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Adattatore per tetto piano, in plastica colore nero, per terminale a tetto presa aria esterna/espulsione aria viziata DN 170.</w:t>
            </w:r>
          </w:p>
          <w:p w14:paraId="6C8A82B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Altezza: 150 mm.</w:t>
            </w:r>
          </w:p>
          <w:p w14:paraId="18C60432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F9BB7EB" w14:textId="240E7E3D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Adattatore tetto piano, colore nero, DN 170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26DB4FD8" w14:textId="77777777" w:rsidTr="00610F7D">
        <w:tc>
          <w:tcPr>
            <w:tcW w:w="1398" w:type="dxa"/>
          </w:tcPr>
          <w:p w14:paraId="54CC9C1C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07815650</w:t>
            </w:r>
          </w:p>
        </w:tc>
        <w:tc>
          <w:tcPr>
            <w:tcW w:w="2297" w:type="dxa"/>
          </w:tcPr>
          <w:p w14:paraId="488DC905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Kit attraversamento muro con terminale esterno fonoassorbente DN 125</w:t>
            </w:r>
          </w:p>
        </w:tc>
        <w:tc>
          <w:tcPr>
            <w:tcW w:w="5803" w:type="dxa"/>
          </w:tcPr>
          <w:p w14:paraId="02659F69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Kit attraversamento muro, con terminale esterno e materassino fonoassorbente, DN 125.</w:t>
            </w:r>
          </w:p>
          <w:p w14:paraId="0FA1236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Tubo telescopico adattabile allo spessore della parete perimetrale.</w:t>
            </w:r>
          </w:p>
          <w:p w14:paraId="33D849B1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B8FCDEA" w14:textId="344B748E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Kit attraversamento muro con terminale esterno fonoassorbente DN 125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21E8DA9C" w14:textId="77777777" w:rsidTr="00610F7D">
        <w:tc>
          <w:tcPr>
            <w:tcW w:w="1398" w:type="dxa"/>
          </w:tcPr>
          <w:p w14:paraId="4692D009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07815660</w:t>
            </w:r>
          </w:p>
        </w:tc>
        <w:tc>
          <w:tcPr>
            <w:tcW w:w="2297" w:type="dxa"/>
          </w:tcPr>
          <w:p w14:paraId="0943B673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Kit attraversamento muro con terminale esterno fonoassorbente DN 150</w:t>
            </w:r>
          </w:p>
        </w:tc>
        <w:tc>
          <w:tcPr>
            <w:tcW w:w="5803" w:type="dxa"/>
          </w:tcPr>
          <w:p w14:paraId="05BB10B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Kit attraversamento muro, con terminale esterno e materassino fonoassorbente, DN 150.</w:t>
            </w:r>
          </w:p>
          <w:p w14:paraId="747C8255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Tubo telescopico adattabile allo spessore della parete perimetrale.</w:t>
            </w:r>
          </w:p>
          <w:p w14:paraId="67A0F8E1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578AF46" w14:textId="537CC41C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Kit attraversamento muro con terminale esterno fonoassorbente DN 150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236FCF29" w14:textId="77777777" w:rsidTr="00610F7D">
        <w:tc>
          <w:tcPr>
            <w:tcW w:w="1398" w:type="dxa"/>
          </w:tcPr>
          <w:p w14:paraId="7D1765C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07235711</w:t>
            </w:r>
          </w:p>
        </w:tc>
        <w:tc>
          <w:tcPr>
            <w:tcW w:w="2297" w:type="dxa"/>
          </w:tcPr>
          <w:p w14:paraId="05A7FAE8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Tubo EPE, colore grigio, Di= 125 L= 2m</w:t>
            </w:r>
          </w:p>
        </w:tc>
        <w:tc>
          <w:tcPr>
            <w:tcW w:w="5803" w:type="dxa"/>
          </w:tcPr>
          <w:p w14:paraId="18513C93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Tubo EPE colore grigio diametro 160 mm e lunghezza 2 m.</w:t>
            </w:r>
          </w:p>
          <w:p w14:paraId="7F8D7FE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0,045 W/mK a 40 °C</w:t>
            </w:r>
          </w:p>
          <w:p w14:paraId="7270E36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Densità: 30 kg/mc</w:t>
            </w:r>
          </w:p>
          <w:p w14:paraId="6FD218C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Classificazione al fuoco: Euroclasse E</w:t>
            </w:r>
          </w:p>
          <w:p w14:paraId="6A0D631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125 mm</w:t>
            </w:r>
          </w:p>
          <w:p w14:paraId="1E9EFFE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Spessore: 16 mm</w:t>
            </w:r>
          </w:p>
          <w:p w14:paraId="54CC5AF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-45 °C/ +100 °C per breve periodo.</w:t>
            </w:r>
          </w:p>
          <w:p w14:paraId="3ECAC751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44D457F" w14:textId="600389FD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Tubo EPE colore grigio Di= 125 L= 2m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27D46EA5" w14:textId="77777777" w:rsidTr="00610F7D">
        <w:tc>
          <w:tcPr>
            <w:tcW w:w="1398" w:type="dxa"/>
          </w:tcPr>
          <w:p w14:paraId="136B305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07235611</w:t>
            </w:r>
          </w:p>
        </w:tc>
        <w:tc>
          <w:tcPr>
            <w:tcW w:w="2297" w:type="dxa"/>
          </w:tcPr>
          <w:p w14:paraId="12292D6E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Tubo EPE, colore grigio, Di= 160 L= 2m</w:t>
            </w:r>
          </w:p>
        </w:tc>
        <w:tc>
          <w:tcPr>
            <w:tcW w:w="5803" w:type="dxa"/>
          </w:tcPr>
          <w:p w14:paraId="50C0898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Tubo EPE colore grigio diametro 160 mm e lunghezza 2 m.</w:t>
            </w:r>
          </w:p>
          <w:p w14:paraId="056A206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0,045 W/mK a 40 °C</w:t>
            </w:r>
          </w:p>
          <w:p w14:paraId="536A912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Densità: 30 kg/mc</w:t>
            </w:r>
          </w:p>
          <w:p w14:paraId="3A5018D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Classificazione al fuoco: Euroclasse E</w:t>
            </w:r>
          </w:p>
          <w:p w14:paraId="2DD560A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160 mm</w:t>
            </w:r>
          </w:p>
          <w:p w14:paraId="6DEA704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Spessore: 16 mm</w:t>
            </w:r>
          </w:p>
          <w:p w14:paraId="55E29D8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-45 °C/ +100 °C per breve periodo.</w:t>
            </w:r>
          </w:p>
          <w:p w14:paraId="71C11070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6A089D5" w14:textId="3FCD8D81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Tubo EPE colore grigio Di= 160 L= 2m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320B4C0E" w14:textId="77777777" w:rsidTr="00610F7D">
        <w:tc>
          <w:tcPr>
            <w:tcW w:w="1398" w:type="dxa"/>
          </w:tcPr>
          <w:p w14:paraId="1BA5879C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07235731</w:t>
            </w:r>
          </w:p>
        </w:tc>
        <w:tc>
          <w:tcPr>
            <w:tcW w:w="2297" w:type="dxa"/>
          </w:tcPr>
          <w:p w14:paraId="38503314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Gomito 90° EPE, colore grigio, Di= 125</w:t>
            </w:r>
          </w:p>
        </w:tc>
        <w:tc>
          <w:tcPr>
            <w:tcW w:w="5803" w:type="dxa"/>
          </w:tcPr>
          <w:p w14:paraId="77C46413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Gomito 90° EPE colore grigio diametro 160 mm.</w:t>
            </w:r>
          </w:p>
          <w:p w14:paraId="444016A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0,045 W/mK a 40 °C</w:t>
            </w:r>
          </w:p>
          <w:p w14:paraId="69B0DD5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Densità: 30 kg/mc</w:t>
            </w:r>
          </w:p>
          <w:p w14:paraId="4128AEB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Classificazione al fuoco: Euroclasse E</w:t>
            </w:r>
          </w:p>
          <w:p w14:paraId="50C4A23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125 mm</w:t>
            </w:r>
          </w:p>
          <w:p w14:paraId="228EEC3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Spessore: 16 mm</w:t>
            </w:r>
          </w:p>
          <w:p w14:paraId="6009FA7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-45 °C/ +100 °C per breve periodo.</w:t>
            </w:r>
          </w:p>
          <w:p w14:paraId="79D97473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65550D9" w14:textId="466BEC9F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Gomito 90° EPE colore grigio Di=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32E353D4" w14:textId="77777777" w:rsidTr="00610F7D">
        <w:tc>
          <w:tcPr>
            <w:tcW w:w="1398" w:type="dxa"/>
          </w:tcPr>
          <w:p w14:paraId="767189E7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07235631</w:t>
            </w:r>
          </w:p>
        </w:tc>
        <w:tc>
          <w:tcPr>
            <w:tcW w:w="2297" w:type="dxa"/>
          </w:tcPr>
          <w:p w14:paraId="7CC4546E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Gomito 90° EPE, colore grigio, Di= 160</w:t>
            </w:r>
          </w:p>
        </w:tc>
        <w:tc>
          <w:tcPr>
            <w:tcW w:w="5803" w:type="dxa"/>
          </w:tcPr>
          <w:p w14:paraId="12E8075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Gomito 90° EPE colore grigio diametro 160 mm.</w:t>
            </w:r>
          </w:p>
          <w:p w14:paraId="6A6F109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0,045 W/mK a 40 °C</w:t>
            </w:r>
          </w:p>
          <w:p w14:paraId="41DC453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Densità: 30 kg/mc</w:t>
            </w:r>
          </w:p>
          <w:p w14:paraId="3A5889C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Classificazione al fuoco: Euroclasse E</w:t>
            </w:r>
          </w:p>
          <w:p w14:paraId="71AA6A9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160 mm</w:t>
            </w:r>
          </w:p>
          <w:p w14:paraId="31C8E24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Spessore: 16 mm</w:t>
            </w:r>
          </w:p>
          <w:p w14:paraId="029D7E2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-45 °C/ +100 °C per breve periodo.</w:t>
            </w:r>
          </w:p>
          <w:p w14:paraId="6EFD9F7E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2DC9240" w14:textId="74E66D12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Gomito 90° EPE colore grigio Di= 160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15F9C42E" w14:textId="77777777" w:rsidTr="00610F7D">
        <w:tc>
          <w:tcPr>
            <w:tcW w:w="1398" w:type="dxa"/>
          </w:tcPr>
          <w:p w14:paraId="5613B6CB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07235741</w:t>
            </w:r>
          </w:p>
        </w:tc>
        <w:tc>
          <w:tcPr>
            <w:tcW w:w="2297" w:type="dxa"/>
          </w:tcPr>
          <w:p w14:paraId="4D586E39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Gomito 45° EPE, colore grigio, Di= 125</w:t>
            </w:r>
          </w:p>
        </w:tc>
        <w:tc>
          <w:tcPr>
            <w:tcW w:w="5803" w:type="dxa"/>
          </w:tcPr>
          <w:p w14:paraId="548970C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Gomito 45° EPE colore grigio diametro 160 mm.</w:t>
            </w:r>
          </w:p>
          <w:p w14:paraId="37B9381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0,045 W/mK a 40 °C</w:t>
            </w:r>
          </w:p>
          <w:p w14:paraId="57AADA5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Densità: 30 kg/mc</w:t>
            </w:r>
          </w:p>
          <w:p w14:paraId="50866C8E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Classificazione al fuoco: Euroclasse E</w:t>
            </w:r>
          </w:p>
          <w:p w14:paraId="4FFF6B9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125 mm</w:t>
            </w:r>
          </w:p>
          <w:p w14:paraId="14CF37D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Spessore: 16 mm</w:t>
            </w:r>
          </w:p>
          <w:p w14:paraId="6C9D8DC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-45 °C/ +100 °C per breve periodo.</w:t>
            </w:r>
          </w:p>
          <w:p w14:paraId="73556D0D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F457081" w14:textId="7ED8A7E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Gomito 45° EPE colore grigio Di=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6345E236" w14:textId="77777777" w:rsidTr="00610F7D">
        <w:tc>
          <w:tcPr>
            <w:tcW w:w="1398" w:type="dxa"/>
          </w:tcPr>
          <w:p w14:paraId="29E7DED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07235641</w:t>
            </w:r>
          </w:p>
        </w:tc>
        <w:tc>
          <w:tcPr>
            <w:tcW w:w="2297" w:type="dxa"/>
          </w:tcPr>
          <w:p w14:paraId="3F5CDEE8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Gomito 45° EPE, colore grigio, Di= 160</w:t>
            </w:r>
          </w:p>
        </w:tc>
        <w:tc>
          <w:tcPr>
            <w:tcW w:w="5803" w:type="dxa"/>
          </w:tcPr>
          <w:p w14:paraId="68E04D5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Gomito 45° EPE colore grigio diametro 160 mm.</w:t>
            </w:r>
          </w:p>
          <w:p w14:paraId="0003BB0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0,045 W/mK a 40 °C</w:t>
            </w:r>
          </w:p>
          <w:p w14:paraId="2A2ACCC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Densità: 30 kg/mc</w:t>
            </w:r>
          </w:p>
          <w:p w14:paraId="46FE512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Classificazione al fuoco: Euroclasse E</w:t>
            </w:r>
          </w:p>
          <w:p w14:paraId="257BED3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160 mm</w:t>
            </w:r>
          </w:p>
          <w:p w14:paraId="1E48476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Spessore: 16 mm</w:t>
            </w:r>
          </w:p>
          <w:p w14:paraId="55E6F30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-45 °C/ +100 °C per breve periodo.</w:t>
            </w:r>
          </w:p>
          <w:p w14:paraId="18066CD9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98A8CBC" w14:textId="2FB9AD49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Gomito 45° EPE colore grigio Di= 160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1F941451" w14:textId="77777777" w:rsidTr="00610F7D">
        <w:tc>
          <w:tcPr>
            <w:tcW w:w="1398" w:type="dxa"/>
          </w:tcPr>
          <w:p w14:paraId="0B040A43" w14:textId="77777777" w:rsidR="00E05187" w:rsidRPr="00E05187" w:rsidRDefault="00E05187" w:rsidP="00E0518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07235761</w:t>
            </w:r>
          </w:p>
        </w:tc>
        <w:tc>
          <w:tcPr>
            <w:tcW w:w="2297" w:type="dxa"/>
          </w:tcPr>
          <w:p w14:paraId="350A5B3F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Raccordo a T 90° EPE, colore grigio, Di= 125</w:t>
            </w:r>
          </w:p>
        </w:tc>
        <w:tc>
          <w:tcPr>
            <w:tcW w:w="5803" w:type="dxa"/>
          </w:tcPr>
          <w:p w14:paraId="695B4E7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Raccordo a T 90° EPE colore grigio diametro 160 mm.</w:t>
            </w:r>
          </w:p>
          <w:p w14:paraId="6EDED9A3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0,045 W/mK a 40 °C</w:t>
            </w:r>
          </w:p>
          <w:p w14:paraId="7650464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Densità: 30 kg/mc</w:t>
            </w:r>
          </w:p>
          <w:p w14:paraId="00A64DE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Classificazione al fuoco: Euroclasse E</w:t>
            </w:r>
          </w:p>
          <w:p w14:paraId="0707142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125 mm</w:t>
            </w:r>
          </w:p>
          <w:p w14:paraId="359CB3F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Spessore: 16 mm</w:t>
            </w:r>
          </w:p>
          <w:p w14:paraId="57B219D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-45 °C/ +100 °C per breve periodo.</w:t>
            </w:r>
          </w:p>
          <w:p w14:paraId="669600F4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3AF8528" w14:textId="19290A06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Raccordo a T 90° EPE colore grigio Di=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5D7A7F36" w14:textId="77777777" w:rsidTr="00610F7D">
        <w:tc>
          <w:tcPr>
            <w:tcW w:w="1398" w:type="dxa"/>
          </w:tcPr>
          <w:p w14:paraId="0EDC3787" w14:textId="77777777" w:rsidR="00E05187" w:rsidRPr="00E05187" w:rsidRDefault="00E05187" w:rsidP="00E05187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07235661</w:t>
            </w:r>
          </w:p>
        </w:tc>
        <w:tc>
          <w:tcPr>
            <w:tcW w:w="2297" w:type="dxa"/>
          </w:tcPr>
          <w:p w14:paraId="314AF030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Raccordo a T 90° EPE, colore grigio, Di= 160</w:t>
            </w:r>
          </w:p>
        </w:tc>
        <w:tc>
          <w:tcPr>
            <w:tcW w:w="5803" w:type="dxa"/>
          </w:tcPr>
          <w:p w14:paraId="22ED397B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Raccordo a T 90° EPE colore grigio diametro 160 mm.</w:t>
            </w:r>
          </w:p>
          <w:p w14:paraId="01C2E793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Conducibilità termica: 0,045 W/mK a 40 °C</w:t>
            </w:r>
          </w:p>
          <w:p w14:paraId="2D3A953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Densità: 30 kg/mc</w:t>
            </w:r>
          </w:p>
          <w:p w14:paraId="3B7C572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Classificazione al fuoco: Euroclasse E</w:t>
            </w:r>
          </w:p>
          <w:p w14:paraId="2C272AD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interno: 160 mm</w:t>
            </w:r>
          </w:p>
          <w:p w14:paraId="75A22C4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Spessore: 16 mm</w:t>
            </w:r>
          </w:p>
          <w:p w14:paraId="69897AE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Temperature limite: -45 °C/ +100 °C per breve periodo.</w:t>
            </w:r>
          </w:p>
          <w:p w14:paraId="5A3CEB53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E1CAF35" w14:textId="769B6262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Raccordo a T 90° EPE colore grigio Di= 160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05EBBFC5" w14:textId="77777777" w:rsidTr="00610F7D">
        <w:tc>
          <w:tcPr>
            <w:tcW w:w="1398" w:type="dxa"/>
          </w:tcPr>
          <w:p w14:paraId="3F6F174E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07235781</w:t>
            </w:r>
          </w:p>
        </w:tc>
        <w:tc>
          <w:tcPr>
            <w:tcW w:w="2297" w:type="dxa"/>
          </w:tcPr>
          <w:p w14:paraId="23DDD943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Raccordo PP per tubi EPE Di= 125</w:t>
            </w:r>
          </w:p>
        </w:tc>
        <w:tc>
          <w:tcPr>
            <w:tcW w:w="5803" w:type="dxa"/>
          </w:tcPr>
          <w:p w14:paraId="10E4B59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Raccordo PP per tubi EPE diametro interno 125 mm.</w:t>
            </w:r>
          </w:p>
          <w:p w14:paraId="3116F19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83F0D3D" w14:textId="058B55CA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Raccordo PP per tubi EPE Di=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064D0315" w14:textId="77777777" w:rsidTr="00610F7D">
        <w:tc>
          <w:tcPr>
            <w:tcW w:w="1398" w:type="dxa"/>
          </w:tcPr>
          <w:p w14:paraId="40289D8B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07235681</w:t>
            </w:r>
          </w:p>
        </w:tc>
        <w:tc>
          <w:tcPr>
            <w:tcW w:w="2297" w:type="dxa"/>
          </w:tcPr>
          <w:p w14:paraId="7130A114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Raccordo PP per tubi EPE Di= 160</w:t>
            </w:r>
          </w:p>
        </w:tc>
        <w:tc>
          <w:tcPr>
            <w:tcW w:w="5803" w:type="dxa"/>
          </w:tcPr>
          <w:p w14:paraId="71A0765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Raccordo PP per tubi EPE diametro interno 160 mm.</w:t>
            </w:r>
          </w:p>
          <w:p w14:paraId="33E823F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6BB7D400" w14:textId="00642035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Raccordo PP per tubi EPE Di= 160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458F6F02" w14:textId="77777777" w:rsidTr="00610F7D">
        <w:tc>
          <w:tcPr>
            <w:tcW w:w="1398" w:type="dxa"/>
          </w:tcPr>
          <w:p w14:paraId="537BF28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07235791</w:t>
            </w:r>
          </w:p>
        </w:tc>
        <w:tc>
          <w:tcPr>
            <w:tcW w:w="2297" w:type="dxa"/>
          </w:tcPr>
          <w:p w14:paraId="55130957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Collare di fissaggio PP per tubi EPE Di= 125</w:t>
            </w:r>
          </w:p>
        </w:tc>
        <w:tc>
          <w:tcPr>
            <w:tcW w:w="5803" w:type="dxa"/>
          </w:tcPr>
          <w:p w14:paraId="565A3D93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Collare di fissaggio PP per tubi EPE diametro interno 125 mm.</w:t>
            </w:r>
          </w:p>
          <w:p w14:paraId="5EF90A9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3191D8D" w14:textId="1AC4FC8D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  <w:b/>
              </w:rPr>
              <w:lastRenderedPageBreak/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Collare di fissaggio PP per tubi EPE Di=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54AD027B" w14:textId="77777777" w:rsidTr="00610F7D">
        <w:tc>
          <w:tcPr>
            <w:tcW w:w="1398" w:type="dxa"/>
          </w:tcPr>
          <w:p w14:paraId="2AA26FD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07235691</w:t>
            </w:r>
          </w:p>
        </w:tc>
        <w:tc>
          <w:tcPr>
            <w:tcW w:w="2297" w:type="dxa"/>
          </w:tcPr>
          <w:p w14:paraId="34A8D229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Collare di fissaggio PP per tubi EPE Di= 160</w:t>
            </w:r>
          </w:p>
        </w:tc>
        <w:tc>
          <w:tcPr>
            <w:tcW w:w="5803" w:type="dxa"/>
          </w:tcPr>
          <w:p w14:paraId="4B9346E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Collare di fissaggio PP per tubi EPE diametro interno 160 mm.</w:t>
            </w:r>
          </w:p>
          <w:p w14:paraId="6C15291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02D5871D" w14:textId="752087DB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Collare di fissaggio PP per tubi EPE Di= 160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2E982500" w14:textId="77777777" w:rsidTr="00610F7D">
        <w:tc>
          <w:tcPr>
            <w:tcW w:w="1398" w:type="dxa"/>
          </w:tcPr>
          <w:p w14:paraId="0C45033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07814021</w:t>
            </w:r>
          </w:p>
        </w:tc>
        <w:tc>
          <w:tcPr>
            <w:tcW w:w="2297" w:type="dxa"/>
          </w:tcPr>
          <w:p w14:paraId="4E989631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Canale piatto in PVC, colore bianco, 150x70 L= 1,5 m</w:t>
            </w:r>
          </w:p>
        </w:tc>
        <w:tc>
          <w:tcPr>
            <w:tcW w:w="5803" w:type="dxa"/>
          </w:tcPr>
          <w:p w14:paraId="4EC6A766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Canale piatto in PVC, colore bianco, 150x70 L= 1,5 m.</w:t>
            </w:r>
          </w:p>
          <w:p w14:paraId="3610C67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3C9B08AB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2A85380" w14:textId="7B3AD44F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  <w:bCs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</w:rPr>
              <w:t>Emmeti</w:t>
            </w:r>
            <w:r w:rsidRPr="00E05187">
              <w:rPr>
                <w:rFonts w:ascii="Poppins" w:hAnsi="Poppins" w:cs="Poppins"/>
                <w:b/>
                <w:bCs/>
              </w:rPr>
              <w:t xml:space="preserve"> – Modello Canale piatto in PVC, colore bianco, 150x70 L= 1,5 m o </w:t>
            </w:r>
            <w:r w:rsidR="000110D3">
              <w:rPr>
                <w:rFonts w:ascii="Poppins" w:hAnsi="Poppins" w:cs="Poppins"/>
                <w:b/>
                <w:bCs/>
              </w:rPr>
              <w:t>equivalente.</w:t>
            </w:r>
          </w:p>
        </w:tc>
      </w:tr>
      <w:tr w:rsidR="00E05187" w:rsidRPr="007E69BB" w14:paraId="355B1B0C" w14:textId="77777777" w:rsidTr="00610F7D">
        <w:tc>
          <w:tcPr>
            <w:tcW w:w="1398" w:type="dxa"/>
          </w:tcPr>
          <w:p w14:paraId="1DD0402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07815910</w:t>
            </w:r>
          </w:p>
        </w:tc>
        <w:tc>
          <w:tcPr>
            <w:tcW w:w="2297" w:type="dxa"/>
          </w:tcPr>
          <w:p w14:paraId="5938DE45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Tubo PVC, colore bianco, DN 125 L= 1,5 m</w:t>
            </w:r>
          </w:p>
        </w:tc>
        <w:tc>
          <w:tcPr>
            <w:tcW w:w="5803" w:type="dxa"/>
          </w:tcPr>
          <w:p w14:paraId="75B3E451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Tubo PVC, colore bianco, DN 125 L= 1,5 m.</w:t>
            </w:r>
          </w:p>
          <w:p w14:paraId="114ADCCF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00059B8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22CA24B" w14:textId="7F9F16CC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– Modello Tubo PVC, colore grigio DN 125 L= 1,5 m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74990DF8" w14:textId="77777777" w:rsidTr="00610F7D">
        <w:tc>
          <w:tcPr>
            <w:tcW w:w="1398" w:type="dxa"/>
          </w:tcPr>
          <w:p w14:paraId="0329701B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07815920</w:t>
            </w:r>
          </w:p>
        </w:tc>
        <w:tc>
          <w:tcPr>
            <w:tcW w:w="2297" w:type="dxa"/>
          </w:tcPr>
          <w:p w14:paraId="67BE7FFE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Giunto ABS, colore bianco, DN 100</w:t>
            </w:r>
          </w:p>
        </w:tc>
        <w:tc>
          <w:tcPr>
            <w:tcW w:w="5803" w:type="dxa"/>
          </w:tcPr>
          <w:p w14:paraId="1241185B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Giunto in ABS, colore bianco, DN 100.</w:t>
            </w:r>
            <w:r w:rsidRPr="00E05187">
              <w:rPr>
                <w:rFonts w:ascii="Poppins" w:hAnsi="Poppins" w:cs="Poppins"/>
                <w:bCs/>
                <w:sz w:val="20"/>
              </w:rPr>
              <w:t xml:space="preserve"> </w:t>
            </w:r>
          </w:p>
          <w:p w14:paraId="665026CF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2BEDC58B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BC02004" w14:textId="0396B530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  <w:bCs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</w:rPr>
              <w:t>Emmeti</w:t>
            </w:r>
            <w:r w:rsidRPr="00E05187">
              <w:rPr>
                <w:rFonts w:ascii="Poppins" w:hAnsi="Poppins" w:cs="Poppins"/>
                <w:b/>
                <w:bCs/>
              </w:rPr>
              <w:t xml:space="preserve"> – Modello </w:t>
            </w:r>
            <w:r w:rsidRPr="00E05187">
              <w:rPr>
                <w:rFonts w:ascii="Poppins" w:hAnsi="Poppins" w:cs="Poppins"/>
                <w:b/>
              </w:rPr>
              <w:t>Giunto ABS, colore bianco, DN 100</w:t>
            </w:r>
            <w:r w:rsidRPr="00E05187">
              <w:rPr>
                <w:rFonts w:ascii="Poppins" w:hAnsi="Poppins" w:cs="Poppins"/>
                <w:b/>
                <w:bCs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</w:rPr>
              <w:t>equivalente.</w:t>
            </w:r>
          </w:p>
        </w:tc>
      </w:tr>
      <w:tr w:rsidR="00E05187" w:rsidRPr="007E69BB" w14:paraId="470034ED" w14:textId="77777777" w:rsidTr="00610F7D">
        <w:tc>
          <w:tcPr>
            <w:tcW w:w="1398" w:type="dxa"/>
          </w:tcPr>
          <w:p w14:paraId="2EB9DF1A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07815930</w:t>
            </w:r>
          </w:p>
        </w:tc>
        <w:tc>
          <w:tcPr>
            <w:tcW w:w="2297" w:type="dxa"/>
          </w:tcPr>
          <w:p w14:paraId="2BB0B39A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Giunto ABS, colore bianco, DN 125</w:t>
            </w:r>
          </w:p>
        </w:tc>
        <w:tc>
          <w:tcPr>
            <w:tcW w:w="5803" w:type="dxa"/>
          </w:tcPr>
          <w:p w14:paraId="34E6D58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Giunto in ABS, colore bianco, DN 125.</w:t>
            </w:r>
          </w:p>
          <w:p w14:paraId="169AEAA0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5027A748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C4966FA" w14:textId="06E8E028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  <w:bCs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</w:rPr>
              <w:t>Emmeti</w:t>
            </w:r>
            <w:r w:rsidRPr="00E05187">
              <w:rPr>
                <w:rFonts w:ascii="Poppins" w:hAnsi="Poppins" w:cs="Poppins"/>
                <w:b/>
                <w:bCs/>
              </w:rPr>
              <w:t xml:space="preserve"> – Modello </w:t>
            </w:r>
            <w:r w:rsidRPr="00E05187">
              <w:rPr>
                <w:rFonts w:ascii="Poppins" w:hAnsi="Poppins" w:cs="Poppins"/>
                <w:b/>
              </w:rPr>
              <w:t>Giunto ABS, colore bianco, DN 125</w:t>
            </w:r>
            <w:r w:rsidRPr="00E05187">
              <w:rPr>
                <w:rFonts w:ascii="Poppins" w:hAnsi="Poppins" w:cs="Poppins"/>
                <w:b/>
                <w:bCs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</w:rPr>
              <w:t>equivalente.</w:t>
            </w:r>
          </w:p>
        </w:tc>
      </w:tr>
      <w:tr w:rsidR="00E05187" w:rsidRPr="007E69BB" w14:paraId="5E92DA19" w14:textId="77777777" w:rsidTr="00610F7D">
        <w:tc>
          <w:tcPr>
            <w:tcW w:w="1398" w:type="dxa"/>
          </w:tcPr>
          <w:p w14:paraId="6DFB3319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07815940</w:t>
            </w:r>
          </w:p>
        </w:tc>
        <w:tc>
          <w:tcPr>
            <w:tcW w:w="2297" w:type="dxa"/>
          </w:tcPr>
          <w:p w14:paraId="58E43F77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Curva 45° FF ABS, colore bianco, DN 125</w:t>
            </w:r>
          </w:p>
        </w:tc>
        <w:tc>
          <w:tcPr>
            <w:tcW w:w="5803" w:type="dxa"/>
          </w:tcPr>
          <w:p w14:paraId="47639BF6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Curva 45° femmina-femmina in ABS, colore bianco, DN 125.</w:t>
            </w:r>
          </w:p>
          <w:p w14:paraId="5362FD2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1796209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56C80B7" w14:textId="302597CA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  <w:bCs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</w:rPr>
              <w:t>Emmeti</w:t>
            </w:r>
            <w:r w:rsidRPr="00E05187">
              <w:rPr>
                <w:rFonts w:ascii="Poppins" w:hAnsi="Poppins" w:cs="Poppins"/>
                <w:b/>
                <w:bCs/>
              </w:rPr>
              <w:t xml:space="preserve"> – Modello </w:t>
            </w:r>
            <w:r w:rsidRPr="00E05187">
              <w:rPr>
                <w:rFonts w:ascii="Poppins" w:hAnsi="Poppins" w:cs="Poppins"/>
                <w:b/>
              </w:rPr>
              <w:t>Curva 45° FF ABS, colore bianco, DN 125</w:t>
            </w:r>
            <w:r w:rsidRPr="00E05187">
              <w:rPr>
                <w:rFonts w:ascii="Poppins" w:hAnsi="Poppins" w:cs="Poppins"/>
                <w:b/>
                <w:bCs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</w:rPr>
              <w:t>equivalente.</w:t>
            </w:r>
          </w:p>
        </w:tc>
      </w:tr>
      <w:tr w:rsidR="00E05187" w:rsidRPr="007E69BB" w14:paraId="156CD3FE" w14:textId="77777777" w:rsidTr="00610F7D">
        <w:tc>
          <w:tcPr>
            <w:tcW w:w="1398" w:type="dxa"/>
          </w:tcPr>
          <w:p w14:paraId="42C5E765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07815950</w:t>
            </w:r>
          </w:p>
        </w:tc>
        <w:tc>
          <w:tcPr>
            <w:tcW w:w="2297" w:type="dxa"/>
          </w:tcPr>
          <w:p w14:paraId="3D4AE043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 xml:space="preserve">Curva 90° FF ABS, colore bianco, DN 125 </w:t>
            </w:r>
          </w:p>
        </w:tc>
        <w:tc>
          <w:tcPr>
            <w:tcW w:w="5803" w:type="dxa"/>
          </w:tcPr>
          <w:p w14:paraId="7C8A4A9F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Curva 90° femmina- femmina in ABS, colore bianco, DN 125.</w:t>
            </w:r>
          </w:p>
          <w:p w14:paraId="605D9F42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02B39D98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FB171F0" w14:textId="1607DD83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– Modello Curva 90° FF ABS, colore bianco, DN 125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59027252" w14:textId="77777777" w:rsidTr="00610F7D">
        <w:tc>
          <w:tcPr>
            <w:tcW w:w="1398" w:type="dxa"/>
          </w:tcPr>
          <w:p w14:paraId="0B0D6C8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07815960</w:t>
            </w:r>
          </w:p>
        </w:tc>
        <w:tc>
          <w:tcPr>
            <w:tcW w:w="2297" w:type="dxa"/>
          </w:tcPr>
          <w:p w14:paraId="1D0A1652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Giunto flessibile ABS, colore bianco, DN 125</w:t>
            </w:r>
          </w:p>
        </w:tc>
        <w:tc>
          <w:tcPr>
            <w:tcW w:w="5803" w:type="dxa"/>
          </w:tcPr>
          <w:p w14:paraId="27070B00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Giunto flessibile in ABS, colore bianco, D 125.</w:t>
            </w:r>
          </w:p>
          <w:p w14:paraId="543DD637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634FE64D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Lunghezza minima = 280 mm.</w:t>
            </w:r>
          </w:p>
          <w:p w14:paraId="0B430E83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Lunghezza massima = 620 mm.</w:t>
            </w:r>
          </w:p>
          <w:p w14:paraId="269078B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F736550" w14:textId="42F4FEFD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– Modello Giunto flessibile MM ABS, colore bianco, DN 125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6FF8D23D" w14:textId="77777777" w:rsidTr="00610F7D">
        <w:tc>
          <w:tcPr>
            <w:tcW w:w="1398" w:type="dxa"/>
          </w:tcPr>
          <w:p w14:paraId="4DE89FD6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07815970</w:t>
            </w:r>
          </w:p>
        </w:tc>
        <w:tc>
          <w:tcPr>
            <w:tcW w:w="2297" w:type="dxa"/>
          </w:tcPr>
          <w:p w14:paraId="7048ABBB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Coppia collari “ferma tubo” DN 125 con viti e tasselli</w:t>
            </w:r>
          </w:p>
        </w:tc>
        <w:tc>
          <w:tcPr>
            <w:tcW w:w="5803" w:type="dxa"/>
          </w:tcPr>
          <w:p w14:paraId="2EF120B7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Coppia collari “ferma tubo” DN 125 con viti D5x45 e tasselli in plastica.</w:t>
            </w:r>
          </w:p>
          <w:p w14:paraId="7380E90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337824CE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2328D179" w14:textId="7B92E3B8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  <w:bCs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</w:rPr>
              <w:t>Emmeti</w:t>
            </w:r>
            <w:r w:rsidRPr="00E05187">
              <w:rPr>
                <w:rFonts w:ascii="Poppins" w:hAnsi="Poppins" w:cs="Poppins"/>
                <w:b/>
                <w:bCs/>
              </w:rPr>
              <w:t xml:space="preserve"> – Modello </w:t>
            </w:r>
            <w:r w:rsidRPr="00E05187">
              <w:rPr>
                <w:rFonts w:ascii="Poppins" w:hAnsi="Poppins" w:cs="Poppins"/>
                <w:b/>
              </w:rPr>
              <w:t>Coppia collari “ferma tubo” DN 125 con viti e tasselli</w:t>
            </w:r>
            <w:r w:rsidRPr="00E05187">
              <w:rPr>
                <w:rFonts w:ascii="Poppins" w:hAnsi="Poppins" w:cs="Poppins"/>
                <w:b/>
                <w:bCs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</w:rPr>
              <w:t>equivalente.</w:t>
            </w:r>
          </w:p>
        </w:tc>
      </w:tr>
      <w:tr w:rsidR="00E05187" w:rsidRPr="007E69BB" w14:paraId="722FEAEE" w14:textId="77777777" w:rsidTr="00610F7D">
        <w:tc>
          <w:tcPr>
            <w:tcW w:w="1398" w:type="dxa"/>
          </w:tcPr>
          <w:p w14:paraId="37A672B6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07814051</w:t>
            </w:r>
          </w:p>
        </w:tc>
        <w:tc>
          <w:tcPr>
            <w:tcW w:w="2297" w:type="dxa"/>
          </w:tcPr>
          <w:p w14:paraId="078B7009" w14:textId="176F6DC2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Curva 90° verticale ABS tondo/rettangolare, colore bianco, da DN 125 a 150x70</w:t>
            </w:r>
          </w:p>
        </w:tc>
        <w:tc>
          <w:tcPr>
            <w:tcW w:w="5803" w:type="dxa"/>
          </w:tcPr>
          <w:p w14:paraId="0B55BA6D" w14:textId="020FE222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Curva 90° verticale ABS tondo/rettangolare, colore bianco, da DN 125 a 150x70.</w:t>
            </w:r>
          </w:p>
          <w:p w14:paraId="72DDA111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3B78EF3B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97E6D32" w14:textId="42FDC0CA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– Modello Curva 90° verticale ABS tondo/rettangolare, colore bianco, da DN 125 a 150x70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352ECDB3" w14:textId="77777777" w:rsidTr="00610F7D">
        <w:tc>
          <w:tcPr>
            <w:tcW w:w="1398" w:type="dxa"/>
          </w:tcPr>
          <w:p w14:paraId="3354AF83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07814041</w:t>
            </w:r>
          </w:p>
        </w:tc>
        <w:tc>
          <w:tcPr>
            <w:tcW w:w="2297" w:type="dxa"/>
          </w:tcPr>
          <w:p w14:paraId="52DE0297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Giunto ABS tondo rettangolare, colore bianco, da DN 125 a 150x70</w:t>
            </w:r>
          </w:p>
        </w:tc>
        <w:tc>
          <w:tcPr>
            <w:tcW w:w="5803" w:type="dxa"/>
          </w:tcPr>
          <w:p w14:paraId="2A163811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Giunto ABS tondo rettangolare, colore bianco, da DN 125 a 150x70.</w:t>
            </w:r>
          </w:p>
          <w:p w14:paraId="3171BC8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7359F3B5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CE76C33" w14:textId="3234E6E3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– Modello Giunto ABS tondo rettangolare, colore bianco, da DN 125 a 150x70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0514BF5B" w14:textId="77777777" w:rsidTr="00610F7D">
        <w:tc>
          <w:tcPr>
            <w:tcW w:w="1398" w:type="dxa"/>
          </w:tcPr>
          <w:p w14:paraId="5F96187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07814061</w:t>
            </w:r>
          </w:p>
        </w:tc>
        <w:tc>
          <w:tcPr>
            <w:tcW w:w="2297" w:type="dxa"/>
          </w:tcPr>
          <w:p w14:paraId="1C34FE79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Curva 90° verticale ABS rettangolare, colore bianco, 150x70</w:t>
            </w:r>
          </w:p>
        </w:tc>
        <w:tc>
          <w:tcPr>
            <w:tcW w:w="5803" w:type="dxa"/>
          </w:tcPr>
          <w:p w14:paraId="381323C0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Curva 90° verticale ABS rettangolare, colore bianco, 150x70.</w:t>
            </w:r>
          </w:p>
          <w:p w14:paraId="514F54A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6B6EF3E3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A8F4347" w14:textId="00983E79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– Modello Curva 90° verticale ABS rettangolare, colore bianco, 150x70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2FDFC689" w14:textId="77777777" w:rsidTr="00610F7D">
        <w:tc>
          <w:tcPr>
            <w:tcW w:w="1398" w:type="dxa"/>
          </w:tcPr>
          <w:p w14:paraId="07FDC141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07814081</w:t>
            </w:r>
          </w:p>
        </w:tc>
        <w:tc>
          <w:tcPr>
            <w:tcW w:w="2297" w:type="dxa"/>
          </w:tcPr>
          <w:p w14:paraId="2CEBA11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Curva 90° orizzontale ABS rettangolare, colore bianco, 150x70</w:t>
            </w:r>
          </w:p>
        </w:tc>
        <w:tc>
          <w:tcPr>
            <w:tcW w:w="5803" w:type="dxa"/>
          </w:tcPr>
          <w:p w14:paraId="6690F92D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Curva 90° orizzontale ABS rettangolare, colore bianco, 150x70.</w:t>
            </w:r>
          </w:p>
          <w:p w14:paraId="62B42829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34758D8E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CC44034" w14:textId="27F5A63B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– Curva 90° orizzontale ABS rettangolare, colore bianco, 150x70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0902BDF1" w14:textId="77777777" w:rsidTr="00610F7D">
        <w:tc>
          <w:tcPr>
            <w:tcW w:w="1398" w:type="dxa"/>
          </w:tcPr>
          <w:p w14:paraId="36D03FBA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07814031</w:t>
            </w:r>
          </w:p>
        </w:tc>
        <w:tc>
          <w:tcPr>
            <w:tcW w:w="2297" w:type="dxa"/>
          </w:tcPr>
          <w:p w14:paraId="6E2980C2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Giunto ABS per canali rettangolari, colore bianco,150x70</w:t>
            </w:r>
          </w:p>
        </w:tc>
        <w:tc>
          <w:tcPr>
            <w:tcW w:w="5803" w:type="dxa"/>
          </w:tcPr>
          <w:p w14:paraId="493D898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Giunto ABS per canali rettangolari, colore bianco,150x70.</w:t>
            </w:r>
          </w:p>
          <w:p w14:paraId="58D23EBC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14BD96B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84B3A27" w14:textId="3F8973A7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– Modello Giunto ABS per canali rettangolari, colore bianco,150x70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04B128CD" w14:textId="77777777" w:rsidTr="00610F7D">
        <w:tc>
          <w:tcPr>
            <w:tcW w:w="1398" w:type="dxa"/>
          </w:tcPr>
          <w:p w14:paraId="493D7CE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07814111</w:t>
            </w:r>
          </w:p>
        </w:tc>
        <w:tc>
          <w:tcPr>
            <w:tcW w:w="2297" w:type="dxa"/>
          </w:tcPr>
          <w:p w14:paraId="56EC6B4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Raccordo a T, ABS rettangolare, colore bianco, 150x70</w:t>
            </w:r>
          </w:p>
        </w:tc>
        <w:tc>
          <w:tcPr>
            <w:tcW w:w="5803" w:type="dxa"/>
          </w:tcPr>
          <w:p w14:paraId="46DD3F37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Raccordo a T, ABS, per canali rettangolari, colore bianco, 150x70.</w:t>
            </w:r>
          </w:p>
          <w:p w14:paraId="30CEFD71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0FDDB770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7D2FFEE" w14:textId="428D2589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– Modello </w:t>
            </w:r>
            <w:r w:rsidRPr="00E05187">
              <w:rPr>
                <w:rFonts w:ascii="Poppins" w:hAnsi="Poppins" w:cs="Poppins"/>
                <w:b/>
                <w:sz w:val="20"/>
              </w:rPr>
              <w:t>Raccordo a T, ABS, per canali rettangolari, colore bianco, 150x70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4052AC2F" w14:textId="77777777" w:rsidTr="00610F7D">
        <w:tc>
          <w:tcPr>
            <w:tcW w:w="1398" w:type="dxa"/>
          </w:tcPr>
          <w:p w14:paraId="1B77040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07814121</w:t>
            </w:r>
          </w:p>
        </w:tc>
        <w:tc>
          <w:tcPr>
            <w:tcW w:w="2297" w:type="dxa"/>
          </w:tcPr>
          <w:p w14:paraId="3FE38725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Raccordo a T, ABS tondo rettangolare, colore bianco, da DN 125 a 150x70</w:t>
            </w:r>
          </w:p>
        </w:tc>
        <w:tc>
          <w:tcPr>
            <w:tcW w:w="5803" w:type="dxa"/>
          </w:tcPr>
          <w:p w14:paraId="16C46C2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Raccordo a T, ABS colore bianco, da tondo DN 125 a canale rettangolare 150x70.</w:t>
            </w:r>
          </w:p>
          <w:p w14:paraId="087632F2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398D1D6B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5AE71DA" w14:textId="79468DEE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– Modello </w:t>
            </w:r>
            <w:r w:rsidRPr="00E05187">
              <w:rPr>
                <w:rFonts w:ascii="Poppins" w:hAnsi="Poppins" w:cs="Poppins"/>
                <w:b/>
                <w:sz w:val="20"/>
              </w:rPr>
              <w:t>Raccordo a T, ABS tondo rettangolare, colore bianco, da DN 125 a 150x70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4DEDBCFD" w14:textId="77777777" w:rsidTr="00610F7D">
        <w:tc>
          <w:tcPr>
            <w:tcW w:w="1398" w:type="dxa"/>
          </w:tcPr>
          <w:p w14:paraId="3EA467C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07814071</w:t>
            </w:r>
          </w:p>
        </w:tc>
        <w:tc>
          <w:tcPr>
            <w:tcW w:w="2297" w:type="dxa"/>
          </w:tcPr>
          <w:p w14:paraId="442F36C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Giunto flessibile ABS per canali rettangolari, colore bianco, 150x70</w:t>
            </w:r>
          </w:p>
        </w:tc>
        <w:tc>
          <w:tcPr>
            <w:tcW w:w="5803" w:type="dxa"/>
          </w:tcPr>
          <w:p w14:paraId="6255748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Giunto flessibile ABS per canali rettangolari, colore bianco, 150x70.</w:t>
            </w:r>
          </w:p>
          <w:p w14:paraId="0364C2D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4B92F9AF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Lunghezza minima = 280 mm.</w:t>
            </w:r>
          </w:p>
          <w:p w14:paraId="60819107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Lunghezza massima = 600 mm.</w:t>
            </w:r>
          </w:p>
          <w:p w14:paraId="65A5AD4E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1FF67B87" w14:textId="343D9D26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– Modello Giunto flessibile MM ABS, colore bianco, DN 125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358841E9" w14:textId="77777777" w:rsidTr="00610F7D">
        <w:tc>
          <w:tcPr>
            <w:tcW w:w="1398" w:type="dxa"/>
          </w:tcPr>
          <w:p w14:paraId="347812AC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07814091</w:t>
            </w:r>
          </w:p>
        </w:tc>
        <w:tc>
          <w:tcPr>
            <w:tcW w:w="2297" w:type="dxa"/>
          </w:tcPr>
          <w:p w14:paraId="7D71256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Coppia staffe ferma canale rettangolare, colore bianco, 150x70</w:t>
            </w:r>
          </w:p>
        </w:tc>
        <w:tc>
          <w:tcPr>
            <w:tcW w:w="5803" w:type="dxa"/>
          </w:tcPr>
          <w:p w14:paraId="78B3CC5B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Coppia staffe ferma canale rettangolare, colore bianco, 150x70, completa di n° 2 tasselli per fissaggio a muro.</w:t>
            </w:r>
          </w:p>
          <w:p w14:paraId="24B3C243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1F3039E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82A9AFB" w14:textId="51C55E0A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– Modello Coppia staffe ferma canale rettangolare, colore bianco, 150x70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41930B0A" w14:textId="77777777" w:rsidTr="00610F7D">
        <w:tc>
          <w:tcPr>
            <w:tcW w:w="1398" w:type="dxa"/>
          </w:tcPr>
          <w:p w14:paraId="4755605C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07815980</w:t>
            </w:r>
          </w:p>
        </w:tc>
        <w:tc>
          <w:tcPr>
            <w:tcW w:w="2297" w:type="dxa"/>
          </w:tcPr>
          <w:p w14:paraId="315E85A9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Placca per passaggio a muro da tubo tondo a tubo rettangolare, in plastica colore bianco, da DN 125 a 150x70</w:t>
            </w:r>
          </w:p>
        </w:tc>
        <w:tc>
          <w:tcPr>
            <w:tcW w:w="5803" w:type="dxa"/>
          </w:tcPr>
          <w:p w14:paraId="123A6EE0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Placca per passaggio a muro da tubo tondo a tubo rettangolare, in plastica colore bianco, da DN 125 a 150x70.</w:t>
            </w:r>
          </w:p>
          <w:p w14:paraId="66BC4FF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61552A65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B485935" w14:textId="20159208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– Modello Placca per passaggio a muro da tubo tondo a tubo rettangolare, in plastica colore bianco, da DN 125 a 150x70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21B467FC" w14:textId="77777777" w:rsidTr="00610F7D">
        <w:tc>
          <w:tcPr>
            <w:tcW w:w="1398" w:type="dxa"/>
          </w:tcPr>
          <w:p w14:paraId="411B4EBB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07814101</w:t>
            </w:r>
          </w:p>
        </w:tc>
        <w:tc>
          <w:tcPr>
            <w:tcW w:w="2297" w:type="dxa"/>
          </w:tcPr>
          <w:p w14:paraId="4FA83C71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Riduzione conica, in plastica colore bianco, da DN 125 a DN 100</w:t>
            </w:r>
          </w:p>
        </w:tc>
        <w:tc>
          <w:tcPr>
            <w:tcW w:w="5803" w:type="dxa"/>
          </w:tcPr>
          <w:p w14:paraId="04239318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Riduzione conica, in plastica colore bianco, da DN 125 a DN 100 (Di 125/ 120/ 100 / 95).</w:t>
            </w:r>
          </w:p>
          <w:p w14:paraId="63CEC39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Autoestinguente, temperatura di esercizio fino a 80 °C.</w:t>
            </w:r>
          </w:p>
          <w:p w14:paraId="0E32DA84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FF5BF30" w14:textId="0E66EA5A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– Modello </w:t>
            </w:r>
            <w:r w:rsidRPr="00E05187">
              <w:rPr>
                <w:rFonts w:ascii="Poppins" w:hAnsi="Poppins" w:cs="Poppins"/>
                <w:b/>
                <w:sz w:val="20"/>
              </w:rPr>
              <w:t>Riduzione conica, in plastica colore bianco, da DN 125 a DN 100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2D2064B1" w14:textId="77777777" w:rsidTr="00610F7D">
        <w:tc>
          <w:tcPr>
            <w:tcW w:w="1398" w:type="dxa"/>
          </w:tcPr>
          <w:p w14:paraId="2105F655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07815750</w:t>
            </w:r>
          </w:p>
        </w:tc>
        <w:tc>
          <w:tcPr>
            <w:tcW w:w="2297" w:type="dxa"/>
          </w:tcPr>
          <w:p w14:paraId="7CC7CEC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Plenum di distribuzione 1 ingresso DN 150 – 2 uscite posteriori DN 125</w:t>
            </w:r>
          </w:p>
        </w:tc>
        <w:tc>
          <w:tcPr>
            <w:tcW w:w="5803" w:type="dxa"/>
          </w:tcPr>
          <w:p w14:paraId="185589F5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Plenum di distribuzione in lamiera zincata con materassino fonoassorbente, ispezionabile.</w:t>
            </w:r>
          </w:p>
          <w:p w14:paraId="249A3CAB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1 ingresso DN 150 – 2 uscite posteriori DN 125.</w:t>
            </w:r>
          </w:p>
          <w:p w14:paraId="4C163C98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C1F7035" w14:textId="344CAA6B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– Modello </w:t>
            </w:r>
            <w:r w:rsidRPr="00E05187">
              <w:rPr>
                <w:rFonts w:ascii="Poppins" w:hAnsi="Poppins" w:cs="Poppins"/>
                <w:b/>
                <w:sz w:val="20"/>
              </w:rPr>
              <w:t>Plenum di distribuzione 1 ingresso DN 150 – 2 uscite posteriori DN 125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4C4A963D" w14:textId="77777777" w:rsidTr="00610F7D">
        <w:tc>
          <w:tcPr>
            <w:tcW w:w="1398" w:type="dxa"/>
          </w:tcPr>
          <w:p w14:paraId="4EC3A00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07815760</w:t>
            </w:r>
          </w:p>
        </w:tc>
        <w:tc>
          <w:tcPr>
            <w:tcW w:w="2297" w:type="dxa"/>
          </w:tcPr>
          <w:p w14:paraId="41E03D69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Plenum di distribuzione 1 ingresso DN 150 – 2 uscite laterali DN 125</w:t>
            </w:r>
          </w:p>
        </w:tc>
        <w:tc>
          <w:tcPr>
            <w:tcW w:w="5803" w:type="dxa"/>
          </w:tcPr>
          <w:p w14:paraId="52A0B671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Plenum di distribuzione in lamiera zincata con materassino fonoassorbente, ispezionabile.</w:t>
            </w:r>
          </w:p>
          <w:p w14:paraId="7A83E9F5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1 ingresso DN 150 – 2 uscite laterali DN 125.</w:t>
            </w:r>
          </w:p>
          <w:p w14:paraId="31B36533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A3E1F7B" w14:textId="3D4A72C6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– Modello </w:t>
            </w:r>
            <w:r w:rsidRPr="00E05187">
              <w:rPr>
                <w:rFonts w:ascii="Poppins" w:hAnsi="Poppins" w:cs="Poppins"/>
                <w:b/>
                <w:sz w:val="20"/>
              </w:rPr>
              <w:t>Plenum di distribuzione 1 ingresso DN 150 – 2 uscite laterali DN 125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43DD9167" w14:textId="77777777" w:rsidTr="00610F7D">
        <w:tc>
          <w:tcPr>
            <w:tcW w:w="1398" w:type="dxa"/>
          </w:tcPr>
          <w:p w14:paraId="647272DB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07815770</w:t>
            </w:r>
          </w:p>
        </w:tc>
        <w:tc>
          <w:tcPr>
            <w:tcW w:w="2297" w:type="dxa"/>
          </w:tcPr>
          <w:p w14:paraId="15AD2D7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Plenum di distribuzione 1 ingresso DN 125 – 6 uscite posteriori DN 75 e 3 tappi</w:t>
            </w:r>
          </w:p>
        </w:tc>
        <w:tc>
          <w:tcPr>
            <w:tcW w:w="5803" w:type="dxa"/>
          </w:tcPr>
          <w:p w14:paraId="2FB57237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Plenum di distribuzione in lamiera zincata con materassino fonoassorbente, ispezionabile.</w:t>
            </w:r>
          </w:p>
          <w:p w14:paraId="5EEB6EDC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1 ingresso DN 125 – 6 uscite posteriori DN 75 e 3 tappi</w:t>
            </w:r>
            <w:r w:rsidRPr="00E05187">
              <w:rPr>
                <w:rFonts w:ascii="Poppins" w:hAnsi="Poppins" w:cs="Poppins"/>
                <w:bCs/>
                <w:sz w:val="20"/>
              </w:rPr>
              <w:t>.</w:t>
            </w:r>
          </w:p>
          <w:p w14:paraId="0908E7AF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5ACDE6B" w14:textId="6BC1B834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– Modello </w:t>
            </w:r>
            <w:r w:rsidRPr="00E05187">
              <w:rPr>
                <w:rFonts w:ascii="Poppins" w:hAnsi="Poppins" w:cs="Poppins"/>
                <w:b/>
                <w:sz w:val="20"/>
              </w:rPr>
              <w:t>Plenum di distribuzione 1 ingresso DN 125 – 6 uscite posteriori DN 75 e 3 tappi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3AAD534F" w14:textId="77777777" w:rsidTr="00610F7D">
        <w:tc>
          <w:tcPr>
            <w:tcW w:w="1398" w:type="dxa"/>
          </w:tcPr>
          <w:p w14:paraId="261FF0CA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07815780</w:t>
            </w:r>
          </w:p>
        </w:tc>
        <w:tc>
          <w:tcPr>
            <w:tcW w:w="2297" w:type="dxa"/>
          </w:tcPr>
          <w:p w14:paraId="32653D17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Plenum di distribuzione 1 ingresso DN 150 – 10 uscite posteriori DN 75 e 5 tappi</w:t>
            </w:r>
          </w:p>
        </w:tc>
        <w:tc>
          <w:tcPr>
            <w:tcW w:w="5803" w:type="dxa"/>
          </w:tcPr>
          <w:p w14:paraId="70E56EAC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Plenum di distribuzione in lamiera zincata con materassino fonoassorbente, ispezionabile.</w:t>
            </w:r>
          </w:p>
          <w:p w14:paraId="2CD3BC17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1 ingresso DN 150 – 10 uscite posteriori DN 75 e 5 tappi</w:t>
            </w:r>
            <w:r w:rsidRPr="00E05187">
              <w:rPr>
                <w:rFonts w:ascii="Poppins" w:hAnsi="Poppins" w:cs="Poppins"/>
                <w:bCs/>
                <w:sz w:val="20"/>
              </w:rPr>
              <w:t>.</w:t>
            </w:r>
          </w:p>
          <w:p w14:paraId="51E37EB8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F8133CF" w14:textId="6D5BBC5D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– Modello </w:t>
            </w:r>
            <w:r w:rsidRPr="00E05187">
              <w:rPr>
                <w:rFonts w:ascii="Poppins" w:hAnsi="Poppins" w:cs="Poppins"/>
                <w:b/>
                <w:sz w:val="20"/>
              </w:rPr>
              <w:t>Plenum di distribuzione 1 ingresso DN 150 – 10 uscite posteriori DN 75 e 5 tappi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7E57C372" w14:textId="77777777" w:rsidTr="00610F7D">
        <w:tc>
          <w:tcPr>
            <w:tcW w:w="1398" w:type="dxa"/>
          </w:tcPr>
          <w:p w14:paraId="2661BFA3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07815790</w:t>
            </w:r>
          </w:p>
        </w:tc>
        <w:tc>
          <w:tcPr>
            <w:tcW w:w="2297" w:type="dxa"/>
          </w:tcPr>
          <w:p w14:paraId="0F01A41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Plenum di distribuzione 1 ingresso DN 150 – 15 uscite posteriori DN 75 e 7 tappi</w:t>
            </w:r>
          </w:p>
        </w:tc>
        <w:tc>
          <w:tcPr>
            <w:tcW w:w="5803" w:type="dxa"/>
          </w:tcPr>
          <w:p w14:paraId="4CFFB71A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Plenum di distribuzione in lamiera zincata con materassino fonoassorbente, ispezionabile.</w:t>
            </w:r>
          </w:p>
          <w:p w14:paraId="0920509E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sz w:val="20"/>
              </w:rPr>
              <w:t>1 ingresso DN 150 – 15 uscite posteriori DN 75 e 7 tappi</w:t>
            </w:r>
            <w:r w:rsidRPr="00E05187">
              <w:rPr>
                <w:rFonts w:ascii="Poppins" w:hAnsi="Poppins" w:cs="Poppins"/>
                <w:bCs/>
                <w:sz w:val="20"/>
              </w:rPr>
              <w:t>.</w:t>
            </w:r>
          </w:p>
          <w:p w14:paraId="37C16DA7" w14:textId="7777777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298789C" w14:textId="4B7C81DD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– Modello </w:t>
            </w:r>
            <w:r w:rsidRPr="00E05187">
              <w:rPr>
                <w:rFonts w:ascii="Poppins" w:hAnsi="Poppins" w:cs="Poppins"/>
                <w:b/>
                <w:sz w:val="20"/>
              </w:rPr>
              <w:t>Plenum di distribuzione 1 ingresso DN 150 – 15 uscite posteriori DN 75 e 7 tappi</w:t>
            </w:r>
            <w:r w:rsidRPr="00E05187">
              <w:rPr>
                <w:rFonts w:ascii="Poppins" w:hAnsi="Poppins" w:cs="Poppins"/>
                <w:b/>
                <w:bCs/>
                <w:sz w:val="20"/>
              </w:rPr>
              <w:t xml:space="preserve"> o </w:t>
            </w:r>
            <w:r w:rsidR="000110D3">
              <w:rPr>
                <w:rFonts w:ascii="Poppins" w:hAnsi="Poppins" w:cs="Poppins"/>
                <w:b/>
                <w:bCs/>
                <w:sz w:val="20"/>
              </w:rPr>
              <w:t>equivalente.</w:t>
            </w:r>
          </w:p>
        </w:tc>
      </w:tr>
      <w:tr w:rsidR="00E05187" w:rsidRPr="007E69BB" w14:paraId="46FBF661" w14:textId="77777777" w:rsidTr="00610F7D">
        <w:tc>
          <w:tcPr>
            <w:tcW w:w="1398" w:type="dxa"/>
          </w:tcPr>
          <w:p w14:paraId="07F1F743" w14:textId="5EA1663F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BF484D">
              <w:rPr>
                <w:rFonts w:ascii="Poppins" w:hAnsi="Poppins" w:cs="Poppins"/>
                <w:bCs/>
                <w:sz w:val="20"/>
              </w:rPr>
              <w:lastRenderedPageBreak/>
              <w:t>0781515</w:t>
            </w:r>
            <w:r w:rsidR="00BF484D">
              <w:rPr>
                <w:rFonts w:ascii="Poppins" w:hAnsi="Poppins" w:cs="Poppins"/>
                <w:bCs/>
                <w:sz w:val="20"/>
              </w:rPr>
              <w:t>4</w:t>
            </w:r>
          </w:p>
        </w:tc>
        <w:tc>
          <w:tcPr>
            <w:tcW w:w="2297" w:type="dxa"/>
          </w:tcPr>
          <w:p w14:paraId="68A768C7" w14:textId="73B042C8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Tubo flessibile, antibatterico, colore bianco, DN 75 L=50 m</w:t>
            </w:r>
          </w:p>
        </w:tc>
        <w:tc>
          <w:tcPr>
            <w:tcW w:w="5803" w:type="dxa"/>
          </w:tcPr>
          <w:p w14:paraId="796B974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Tubo flessibile DN 75, colore bianco, con trattamento antistatico e antibatterico (funzione igienica antimicrobica integrata garantita per l’intero ciclo di vita del prodotto dalla tecnologia “Sanitized”). </w:t>
            </w:r>
          </w:p>
          <w:p w14:paraId="2F97315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Per installazione sotto pavimento, in controsoffitto o in parete.</w:t>
            </w:r>
          </w:p>
          <w:p w14:paraId="564DD45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Realizzato in polietilene; esterno corrugato; interno liscio.</w:t>
            </w:r>
          </w:p>
          <w:p w14:paraId="02D8DF3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Lunghezza rotolo 50 m.</w:t>
            </w:r>
          </w:p>
          <w:p w14:paraId="54F8C668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6E053CE" w14:textId="3A030A8E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Condotto flessibile, antibatterico, colore bianco, DN 75 L=</w:t>
            </w:r>
            <w:r w:rsidR="00B97793">
              <w:rPr>
                <w:rFonts w:ascii="Poppins" w:hAnsi="Poppins" w:cs="Poppins"/>
                <w:b/>
                <w:sz w:val="20"/>
              </w:rPr>
              <w:t>5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0 m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49AD954C" w14:textId="77777777" w:rsidTr="00610F7D">
        <w:tc>
          <w:tcPr>
            <w:tcW w:w="1398" w:type="dxa"/>
          </w:tcPr>
          <w:p w14:paraId="4B27BA55" w14:textId="0DCDB5AC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AF58BB">
              <w:rPr>
                <w:rFonts w:ascii="Poppins" w:hAnsi="Poppins" w:cs="Poppins"/>
                <w:bCs/>
                <w:sz w:val="20"/>
              </w:rPr>
              <w:t>0781523</w:t>
            </w:r>
            <w:r w:rsidR="00AF58BB" w:rsidRPr="00AF58BB">
              <w:rPr>
                <w:rFonts w:ascii="Poppins" w:hAnsi="Poppins" w:cs="Poppins"/>
                <w:bCs/>
                <w:sz w:val="20"/>
              </w:rPr>
              <w:t>3</w:t>
            </w:r>
          </w:p>
        </w:tc>
        <w:tc>
          <w:tcPr>
            <w:tcW w:w="2297" w:type="dxa"/>
          </w:tcPr>
          <w:p w14:paraId="4E243994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Manicotto di collegamento per tubo flessibile DN 75</w:t>
            </w:r>
          </w:p>
        </w:tc>
        <w:tc>
          <w:tcPr>
            <w:tcW w:w="5803" w:type="dxa"/>
          </w:tcPr>
          <w:p w14:paraId="5EC1AF6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Manicotto di collegamento, con 2 O-Ring, per tubo flessibile DN 75.</w:t>
            </w:r>
          </w:p>
          <w:p w14:paraId="47736EBE" w14:textId="4F725B05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Realizzato in polipropilene</w:t>
            </w:r>
            <w:r w:rsidR="00AF58BB">
              <w:rPr>
                <w:rFonts w:ascii="Poppins" w:hAnsi="Poppins" w:cs="Poppins"/>
              </w:rPr>
              <w:t xml:space="preserve">, da utilizzare per unire le estremità </w:t>
            </w:r>
            <w:r w:rsidR="00841A9B">
              <w:rPr>
                <w:rFonts w:ascii="Poppins" w:hAnsi="Poppins" w:cs="Poppins"/>
              </w:rPr>
              <w:t>di due tubi flessibili dello stesso diametro.</w:t>
            </w:r>
          </w:p>
          <w:p w14:paraId="326C44D1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E98DEF0" w14:textId="0C8DBB62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Manicotto di collegamento per tubo flessibile DN 75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651695" w:rsidRPr="007E69BB" w14:paraId="14383648" w14:textId="77777777" w:rsidTr="00610F7D">
        <w:tc>
          <w:tcPr>
            <w:tcW w:w="1398" w:type="dxa"/>
          </w:tcPr>
          <w:p w14:paraId="11CF3DC9" w14:textId="50E941F2" w:rsidR="00651695" w:rsidRPr="00651695" w:rsidRDefault="00651695" w:rsidP="00E05187">
            <w:pPr>
              <w:jc w:val="center"/>
              <w:rPr>
                <w:rFonts w:ascii="Poppins" w:hAnsi="Poppins" w:cs="Poppins"/>
                <w:bCs/>
                <w:sz w:val="20"/>
                <w:highlight w:val="yellow"/>
              </w:rPr>
            </w:pPr>
            <w:r w:rsidRPr="00651695">
              <w:rPr>
                <w:rFonts w:ascii="Poppins" w:hAnsi="Poppins" w:cs="Poppins"/>
                <w:bCs/>
                <w:sz w:val="20"/>
              </w:rPr>
              <w:t>07814450</w:t>
            </w:r>
          </w:p>
        </w:tc>
        <w:tc>
          <w:tcPr>
            <w:tcW w:w="2297" w:type="dxa"/>
          </w:tcPr>
          <w:p w14:paraId="1E3847BE" w14:textId="77777777" w:rsidR="00651695" w:rsidRDefault="0000756D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Regolatore di portata aria DN75</w:t>
            </w:r>
          </w:p>
          <w:p w14:paraId="56820130" w14:textId="6A254040" w:rsidR="00C20124" w:rsidRPr="00E05187" w:rsidRDefault="00C20124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(kit da 3 pz)</w:t>
            </w:r>
          </w:p>
        </w:tc>
        <w:tc>
          <w:tcPr>
            <w:tcW w:w="5803" w:type="dxa"/>
          </w:tcPr>
          <w:p w14:paraId="5CDCE0BA" w14:textId="77777777" w:rsidR="00651695" w:rsidRDefault="0000756D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Regolatore di portata di aria di misura DN75 mm utilizzabile su plenum con attacchi DN75 mm.</w:t>
            </w:r>
          </w:p>
          <w:p w14:paraId="0FEAAA9A" w14:textId="77777777" w:rsidR="0000756D" w:rsidRDefault="0000756D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Kit da 3 pezzi.</w:t>
            </w:r>
          </w:p>
          <w:p w14:paraId="58141BB4" w14:textId="77777777" w:rsidR="0000756D" w:rsidRDefault="0000756D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4747EFB" w14:textId="0295A003" w:rsidR="0000756D" w:rsidRPr="0000756D" w:rsidRDefault="0000756D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00756D">
              <w:rPr>
                <w:rFonts w:ascii="Poppins" w:hAnsi="Poppins" w:cs="Poppins"/>
                <w:b/>
                <w:bCs/>
              </w:rPr>
              <w:t xml:space="preserve">Marca Emmeti – Modello Regolatore di portata aria DN75 </w:t>
            </w:r>
            <w:r w:rsidR="00C20124">
              <w:rPr>
                <w:rFonts w:ascii="Poppins" w:hAnsi="Poppins" w:cs="Poppins"/>
                <w:b/>
                <w:bCs/>
              </w:rPr>
              <w:t xml:space="preserve">(kit da 3 pz) </w:t>
            </w:r>
            <w:r w:rsidRPr="0000756D">
              <w:rPr>
                <w:rFonts w:ascii="Poppins" w:hAnsi="Poppins" w:cs="Poppins"/>
                <w:b/>
                <w:bCs/>
              </w:rPr>
              <w:t>o equivalente.</w:t>
            </w:r>
          </w:p>
        </w:tc>
      </w:tr>
      <w:tr w:rsidR="00E05187" w:rsidRPr="007E69BB" w14:paraId="7F37BF37" w14:textId="77777777" w:rsidTr="00610F7D">
        <w:tc>
          <w:tcPr>
            <w:tcW w:w="1398" w:type="dxa"/>
          </w:tcPr>
          <w:p w14:paraId="2345650B" w14:textId="35905495" w:rsidR="00E05187" w:rsidRPr="009B22D2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9B22D2">
              <w:rPr>
                <w:rFonts w:ascii="Poppins" w:hAnsi="Poppins" w:cs="Poppins"/>
                <w:bCs/>
                <w:sz w:val="20"/>
              </w:rPr>
              <w:t>0781517</w:t>
            </w:r>
            <w:r w:rsidR="009B22D2" w:rsidRPr="009B22D2">
              <w:rPr>
                <w:rFonts w:ascii="Poppins" w:hAnsi="Poppins" w:cs="Poppins"/>
                <w:bCs/>
                <w:sz w:val="20"/>
              </w:rPr>
              <w:t>3</w:t>
            </w:r>
          </w:p>
        </w:tc>
        <w:tc>
          <w:tcPr>
            <w:tcW w:w="2297" w:type="dxa"/>
          </w:tcPr>
          <w:p w14:paraId="38422812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Curva 90° di collegamento per tubo flessibile DN 75</w:t>
            </w:r>
          </w:p>
        </w:tc>
        <w:tc>
          <w:tcPr>
            <w:tcW w:w="5803" w:type="dxa"/>
          </w:tcPr>
          <w:p w14:paraId="5D08028B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Curvo 90° di collegamento, con 2 O-Ring, per tubo flessibile DN 75.</w:t>
            </w:r>
          </w:p>
          <w:p w14:paraId="17567DB1" w14:textId="02A526E9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Realizzato in polietilene</w:t>
            </w:r>
            <w:r w:rsidR="00C90891">
              <w:rPr>
                <w:rFonts w:ascii="Poppins" w:hAnsi="Poppins" w:cs="Poppins"/>
              </w:rPr>
              <w:t>.</w:t>
            </w:r>
          </w:p>
          <w:p w14:paraId="6C20B80E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E41D93D" w14:textId="09956939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Curva 90° di collegamento per tubo flessibile DN 75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1A8A186A" w14:textId="77777777" w:rsidTr="00610F7D">
        <w:tc>
          <w:tcPr>
            <w:tcW w:w="1398" w:type="dxa"/>
          </w:tcPr>
          <w:p w14:paraId="18AF9AD1" w14:textId="004A2B2F" w:rsidR="00E05187" w:rsidRPr="009B22D2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9B22D2">
              <w:rPr>
                <w:rFonts w:ascii="Poppins" w:hAnsi="Poppins" w:cs="Poppins"/>
                <w:bCs/>
                <w:sz w:val="20"/>
              </w:rPr>
              <w:t>0781525</w:t>
            </w:r>
            <w:r w:rsidR="009B22D2" w:rsidRPr="009B22D2">
              <w:rPr>
                <w:rFonts w:ascii="Poppins" w:hAnsi="Poppins" w:cs="Poppins"/>
                <w:bCs/>
                <w:sz w:val="20"/>
              </w:rPr>
              <w:t>3</w:t>
            </w:r>
          </w:p>
        </w:tc>
        <w:tc>
          <w:tcPr>
            <w:tcW w:w="2297" w:type="dxa"/>
          </w:tcPr>
          <w:p w14:paraId="23D304E4" w14:textId="516A4480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Tappo di chiusura per tubo flessibile DN 75</w:t>
            </w:r>
            <w:r w:rsidR="00B01856">
              <w:rPr>
                <w:rFonts w:ascii="Poppins" w:hAnsi="Poppins" w:cs="Poppins"/>
              </w:rPr>
              <w:t xml:space="preserve"> (kit </w:t>
            </w:r>
            <w:r w:rsidR="00507E73">
              <w:rPr>
                <w:rFonts w:ascii="Poppins" w:hAnsi="Poppins" w:cs="Poppins"/>
              </w:rPr>
              <w:t>da 20 pz)</w:t>
            </w:r>
          </w:p>
        </w:tc>
        <w:tc>
          <w:tcPr>
            <w:tcW w:w="5803" w:type="dxa"/>
          </w:tcPr>
          <w:p w14:paraId="716F64CF" w14:textId="16E1A3D1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Tappo di chiusura per tubo flessibile DN 75</w:t>
            </w:r>
            <w:r w:rsidR="009B22D2">
              <w:rPr>
                <w:rFonts w:ascii="Poppins" w:hAnsi="Poppins" w:cs="Poppins"/>
              </w:rPr>
              <w:t xml:space="preserve"> mm</w:t>
            </w:r>
            <w:r w:rsidRPr="00E05187">
              <w:rPr>
                <w:rFonts w:ascii="Poppins" w:hAnsi="Poppins" w:cs="Poppins"/>
              </w:rPr>
              <w:t>.</w:t>
            </w:r>
          </w:p>
          <w:p w14:paraId="597B4C10" w14:textId="782EFFFB" w:rsid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Realizzato in polietilene, </w:t>
            </w:r>
            <w:r w:rsidR="00C90891">
              <w:rPr>
                <w:rFonts w:ascii="Poppins" w:hAnsi="Poppins" w:cs="Poppins"/>
              </w:rPr>
              <w:t>protegge il tubo da polvere e sporco durante la fase di installazione/immagazzinaggio.</w:t>
            </w:r>
          </w:p>
          <w:p w14:paraId="5DF3F311" w14:textId="2A56A06C" w:rsidR="009B22D2" w:rsidRPr="00E05187" w:rsidRDefault="009B22D2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Kit da 20 pezzi.</w:t>
            </w:r>
          </w:p>
          <w:p w14:paraId="6A21ED2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2950914" w14:textId="644E29D2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Tappo di chiusura per tubo flessibile DN 75 </w:t>
            </w:r>
            <w:r w:rsidR="00507E73" w:rsidRPr="00507E73">
              <w:rPr>
                <w:rFonts w:ascii="Poppins" w:hAnsi="Poppins" w:cs="Poppins"/>
                <w:b/>
                <w:sz w:val="20"/>
              </w:rPr>
              <w:t>(kit da 20 pz)</w:t>
            </w:r>
            <w:r w:rsidR="00507E73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3E67A477" w14:textId="77777777" w:rsidTr="00610F7D">
        <w:tc>
          <w:tcPr>
            <w:tcW w:w="1398" w:type="dxa"/>
          </w:tcPr>
          <w:p w14:paraId="3ED74D4F" w14:textId="6DC6B10E" w:rsidR="00E05187" w:rsidRPr="00D64431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D64431">
              <w:rPr>
                <w:rFonts w:ascii="Poppins" w:hAnsi="Poppins" w:cs="Poppins"/>
                <w:bCs/>
                <w:sz w:val="20"/>
              </w:rPr>
              <w:lastRenderedPageBreak/>
              <w:t>0781519</w:t>
            </w:r>
            <w:r w:rsidR="00D64431" w:rsidRPr="00D64431">
              <w:rPr>
                <w:rFonts w:ascii="Poppins" w:hAnsi="Poppins" w:cs="Poppins"/>
                <w:bCs/>
                <w:sz w:val="20"/>
              </w:rPr>
              <w:t>2</w:t>
            </w:r>
          </w:p>
        </w:tc>
        <w:tc>
          <w:tcPr>
            <w:tcW w:w="2297" w:type="dxa"/>
          </w:tcPr>
          <w:p w14:paraId="64BDAF61" w14:textId="49A2142D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Clip, colore rosso, per tubo flessibile DN 75</w:t>
            </w:r>
            <w:r w:rsidR="00AC2BD0">
              <w:rPr>
                <w:rFonts w:ascii="Poppins" w:hAnsi="Poppins" w:cs="Poppins"/>
              </w:rPr>
              <w:t xml:space="preserve"> (kit da 20 pz)</w:t>
            </w:r>
          </w:p>
        </w:tc>
        <w:tc>
          <w:tcPr>
            <w:tcW w:w="5803" w:type="dxa"/>
          </w:tcPr>
          <w:p w14:paraId="5BFE1AB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Clip per tubo flessibile DN 75.</w:t>
            </w:r>
          </w:p>
          <w:p w14:paraId="3E53CFB3" w14:textId="77777777" w:rsid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Realizzato in polietilene, colore rosso.</w:t>
            </w:r>
          </w:p>
          <w:p w14:paraId="328E0566" w14:textId="48540427" w:rsidR="00662AC4" w:rsidRPr="00E05187" w:rsidRDefault="00454BDD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Kit da 20 pezzi.</w:t>
            </w:r>
          </w:p>
          <w:p w14:paraId="3053CB1D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9A3DD25" w14:textId="2B2A19E4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Clip, colore rosso, per tubo flessibile DN 75 </w:t>
            </w:r>
            <w:r w:rsidR="00AC2BD0">
              <w:rPr>
                <w:rFonts w:ascii="Poppins" w:hAnsi="Poppins" w:cs="Poppins"/>
                <w:b/>
              </w:rPr>
              <w:t xml:space="preserve">(kit da 20 pz) </w:t>
            </w:r>
            <w:r w:rsidRPr="00E05187">
              <w:rPr>
                <w:rFonts w:ascii="Poppins" w:hAnsi="Poppins" w:cs="Poppins"/>
                <w:b/>
              </w:rPr>
              <w:t xml:space="preserve">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3A343489" w14:textId="77777777" w:rsidTr="00610F7D">
        <w:tc>
          <w:tcPr>
            <w:tcW w:w="1398" w:type="dxa"/>
          </w:tcPr>
          <w:p w14:paraId="291D42C6" w14:textId="7D4B4D08" w:rsidR="00E05187" w:rsidRPr="00D64431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D64431">
              <w:rPr>
                <w:rFonts w:ascii="Poppins" w:hAnsi="Poppins" w:cs="Poppins"/>
                <w:bCs/>
                <w:sz w:val="20"/>
              </w:rPr>
              <w:t>0781520</w:t>
            </w:r>
            <w:r w:rsidR="00D64431" w:rsidRPr="00D64431">
              <w:rPr>
                <w:rFonts w:ascii="Poppins" w:hAnsi="Poppins" w:cs="Poppins"/>
                <w:bCs/>
                <w:sz w:val="20"/>
              </w:rPr>
              <w:t>2</w:t>
            </w:r>
          </w:p>
        </w:tc>
        <w:tc>
          <w:tcPr>
            <w:tcW w:w="2297" w:type="dxa"/>
          </w:tcPr>
          <w:p w14:paraId="62975BBA" w14:textId="2994D22A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Clip, colore blu, per tubo flessibile DN 75</w:t>
            </w:r>
            <w:r w:rsidR="00454BDD">
              <w:rPr>
                <w:rFonts w:ascii="Poppins" w:hAnsi="Poppins" w:cs="Poppins"/>
              </w:rPr>
              <w:t xml:space="preserve"> </w:t>
            </w:r>
            <w:r w:rsidR="00454BDD">
              <w:rPr>
                <w:rFonts w:ascii="Poppins" w:hAnsi="Poppins" w:cs="Poppins"/>
              </w:rPr>
              <w:t>(kit da 20 pz)</w:t>
            </w:r>
          </w:p>
        </w:tc>
        <w:tc>
          <w:tcPr>
            <w:tcW w:w="5803" w:type="dxa"/>
          </w:tcPr>
          <w:p w14:paraId="63A6D871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Clip per tubo flessibile DN 75.</w:t>
            </w:r>
          </w:p>
          <w:p w14:paraId="12CA5A25" w14:textId="77777777" w:rsid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Realizzato in polietilene, colore blu.</w:t>
            </w:r>
          </w:p>
          <w:p w14:paraId="21A62F6B" w14:textId="6DCA5340" w:rsidR="00454BDD" w:rsidRPr="00E05187" w:rsidRDefault="00454BDD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Kit da 20 pezzi.</w:t>
            </w:r>
          </w:p>
          <w:p w14:paraId="77F0F0EA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157390A" w14:textId="4EC39D4D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Clip, colore blu, per tubo flessibile DN 75 </w:t>
            </w:r>
            <w:r w:rsidR="00454BDD" w:rsidRPr="00454BDD">
              <w:rPr>
                <w:rFonts w:ascii="Poppins" w:hAnsi="Poppins" w:cs="Poppins"/>
                <w:b/>
              </w:rPr>
              <w:t>(kit da 20 pz)</w:t>
            </w:r>
            <w:r w:rsidR="00454BDD">
              <w:rPr>
                <w:rFonts w:ascii="Poppins" w:hAnsi="Poppins" w:cs="Poppins"/>
                <w:b/>
              </w:rPr>
              <w:t xml:space="preserve"> </w:t>
            </w:r>
            <w:r w:rsidRPr="00E05187">
              <w:rPr>
                <w:rFonts w:ascii="Poppins" w:hAnsi="Poppins" w:cs="Poppins"/>
                <w:b/>
              </w:rPr>
              <w:t xml:space="preserve">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11FA5DBB" w14:textId="77777777" w:rsidTr="00610F7D">
        <w:tc>
          <w:tcPr>
            <w:tcW w:w="1398" w:type="dxa"/>
          </w:tcPr>
          <w:p w14:paraId="7FD04801" w14:textId="4124DB65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51017">
              <w:rPr>
                <w:rFonts w:ascii="Poppins" w:hAnsi="Poppins" w:cs="Poppins"/>
                <w:bCs/>
                <w:sz w:val="20"/>
              </w:rPr>
              <w:t>0781527</w:t>
            </w:r>
            <w:r w:rsidR="00675E42" w:rsidRPr="00E51017">
              <w:rPr>
                <w:rFonts w:ascii="Poppins" w:hAnsi="Poppins" w:cs="Poppins"/>
                <w:bCs/>
                <w:sz w:val="20"/>
              </w:rPr>
              <w:t>3</w:t>
            </w:r>
          </w:p>
        </w:tc>
        <w:tc>
          <w:tcPr>
            <w:tcW w:w="2297" w:type="dxa"/>
          </w:tcPr>
          <w:p w14:paraId="74673F34" w14:textId="704B0AB3" w:rsidR="00E05187" w:rsidRPr="00E05187" w:rsidRDefault="00E5101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51017">
              <w:rPr>
                <w:rFonts w:ascii="Poppins" w:hAnsi="Poppins" w:cs="Poppins"/>
              </w:rPr>
              <w:t>Anello o-ring di tenuta per attacchi plenum di distribuzione DN75 nero</w:t>
            </w:r>
          </w:p>
        </w:tc>
        <w:tc>
          <w:tcPr>
            <w:tcW w:w="5803" w:type="dxa"/>
          </w:tcPr>
          <w:p w14:paraId="4E994A13" w14:textId="77777777" w:rsidR="00E51017" w:rsidRPr="00E51017" w:rsidRDefault="00E51017" w:rsidP="00E5101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51017">
              <w:rPr>
                <w:rFonts w:ascii="Poppins" w:hAnsi="Poppins" w:cs="Poppins"/>
              </w:rPr>
              <w:t>Anello o-ring di tenuta per attacchi plenum di distribuzione DN75 nero.</w:t>
            </w:r>
          </w:p>
          <w:p w14:paraId="69BB8A19" w14:textId="77777777" w:rsidR="00E51017" w:rsidRPr="00E51017" w:rsidRDefault="00E51017" w:rsidP="00E5101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5B9FDF94" w14:textId="52F79437" w:rsidR="00E51017" w:rsidRPr="00E51017" w:rsidRDefault="00E51017" w:rsidP="00E5101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51017">
              <w:rPr>
                <w:rFonts w:ascii="Poppins" w:hAnsi="Poppins" w:cs="Poppins"/>
              </w:rPr>
              <w:t>Guarnizione in gomm</w:t>
            </w:r>
            <w:r>
              <w:rPr>
                <w:rFonts w:ascii="Poppins" w:hAnsi="Poppins" w:cs="Poppins"/>
              </w:rPr>
              <w:t>a</w:t>
            </w:r>
            <w:r w:rsidRPr="00E51017">
              <w:rPr>
                <w:rFonts w:ascii="Poppins" w:hAnsi="Poppins" w:cs="Poppins"/>
              </w:rPr>
              <w:t xml:space="preserve"> per l'installazione del tubo nella piastr</w:t>
            </w:r>
            <w:r>
              <w:rPr>
                <w:rFonts w:ascii="Poppins" w:hAnsi="Poppins" w:cs="Poppins"/>
              </w:rPr>
              <w:t>a</w:t>
            </w:r>
            <w:r w:rsidRPr="00E51017">
              <w:rPr>
                <w:rFonts w:ascii="Poppins" w:hAnsi="Poppins" w:cs="Poppins"/>
              </w:rPr>
              <w:t xml:space="preserve"> di</w:t>
            </w:r>
            <w:r>
              <w:rPr>
                <w:rFonts w:ascii="Poppins" w:hAnsi="Poppins" w:cs="Poppins"/>
              </w:rPr>
              <w:t xml:space="preserve"> </w:t>
            </w:r>
            <w:r w:rsidRPr="00E51017">
              <w:rPr>
                <w:rFonts w:ascii="Poppins" w:hAnsi="Poppins" w:cs="Poppins"/>
              </w:rPr>
              <w:t>distribuzione e nella bocchetta.</w:t>
            </w:r>
          </w:p>
          <w:p w14:paraId="04D9B96C" w14:textId="47101009" w:rsidR="00E51017" w:rsidRPr="00E51017" w:rsidRDefault="00E51017" w:rsidP="00E5101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51017">
              <w:rPr>
                <w:rFonts w:ascii="Poppins" w:hAnsi="Poppins" w:cs="Poppins"/>
              </w:rPr>
              <w:t>L'anello viene collocato per garantire la tenuta all'aria anche quando</w:t>
            </w:r>
            <w:r>
              <w:rPr>
                <w:rFonts w:ascii="Poppins" w:hAnsi="Poppins" w:cs="Poppins"/>
              </w:rPr>
              <w:t xml:space="preserve"> </w:t>
            </w:r>
            <w:r w:rsidRPr="00E51017">
              <w:rPr>
                <w:rFonts w:ascii="Poppins" w:hAnsi="Poppins" w:cs="Poppins"/>
              </w:rPr>
              <w:t>si utilizza il manicotto.</w:t>
            </w:r>
          </w:p>
          <w:p w14:paraId="2FAB1431" w14:textId="77777777" w:rsidR="00E51017" w:rsidRPr="00E51017" w:rsidRDefault="00E51017" w:rsidP="00E5101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51017">
              <w:rPr>
                <w:rFonts w:ascii="Poppins" w:hAnsi="Poppins" w:cs="Poppins"/>
              </w:rPr>
              <w:t>Confezione da 20 pezzi.</w:t>
            </w:r>
          </w:p>
          <w:p w14:paraId="513258DE" w14:textId="77777777" w:rsidR="00E51017" w:rsidRPr="00E51017" w:rsidRDefault="00E51017" w:rsidP="00E5101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17898685" w14:textId="102913FC" w:rsidR="00E05187" w:rsidRPr="00E51017" w:rsidRDefault="00E51017" w:rsidP="00E5101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51017">
              <w:rPr>
                <w:rFonts w:ascii="Poppins" w:hAnsi="Poppins" w:cs="Poppins"/>
                <w:b/>
                <w:bCs/>
              </w:rPr>
              <w:t>Marca Emmeti - Modello Anello o-ring di tenuta per attacchi plenum di distribuzione DN75 nero o equivalente.</w:t>
            </w:r>
          </w:p>
        </w:tc>
      </w:tr>
      <w:tr w:rsidR="00E05187" w:rsidRPr="007E69BB" w14:paraId="72426BA5" w14:textId="77777777" w:rsidTr="00610F7D">
        <w:tc>
          <w:tcPr>
            <w:tcW w:w="1398" w:type="dxa"/>
          </w:tcPr>
          <w:p w14:paraId="4CEA985D" w14:textId="0A040A82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3D22E9">
              <w:rPr>
                <w:rFonts w:ascii="Poppins" w:hAnsi="Poppins" w:cs="Poppins"/>
                <w:bCs/>
                <w:sz w:val="20"/>
              </w:rPr>
              <w:t>0781512</w:t>
            </w:r>
            <w:r w:rsidR="00E51017" w:rsidRPr="003D22E9">
              <w:rPr>
                <w:rFonts w:ascii="Poppins" w:hAnsi="Poppins" w:cs="Poppins"/>
                <w:bCs/>
                <w:sz w:val="20"/>
              </w:rPr>
              <w:t>2</w:t>
            </w:r>
          </w:p>
        </w:tc>
        <w:tc>
          <w:tcPr>
            <w:tcW w:w="2297" w:type="dxa"/>
          </w:tcPr>
          <w:p w14:paraId="5EE401EC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Plenum-diffusore a 90° in lamiera zincata a 2 ingressi DN 75 e 1 uscita DN 125</w:t>
            </w:r>
          </w:p>
        </w:tc>
        <w:tc>
          <w:tcPr>
            <w:tcW w:w="5803" w:type="dxa"/>
          </w:tcPr>
          <w:p w14:paraId="6C2AA847" w14:textId="386FFBFD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Plenum-diffusore a 90°, in lamiera zincata, per bocchette di immissione o estrazione.</w:t>
            </w:r>
          </w:p>
          <w:p w14:paraId="3B869B10" w14:textId="6A64FA66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2 ingressi DN 75, con un tappo, e 1 uscita DN 125 con tubo telescopico L300/560.</w:t>
            </w:r>
          </w:p>
          <w:p w14:paraId="35F7849D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3A73FAB" w14:textId="12A93D61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Plenum-diffusore a 90° in lamiera zincata a 2 ingressi DN 75 e 1 uscita DN 125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38B1BD5E" w14:textId="77777777" w:rsidTr="00610F7D">
        <w:tc>
          <w:tcPr>
            <w:tcW w:w="1398" w:type="dxa"/>
          </w:tcPr>
          <w:p w14:paraId="19676B7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07814311</w:t>
            </w:r>
          </w:p>
        </w:tc>
        <w:tc>
          <w:tcPr>
            <w:tcW w:w="2297" w:type="dxa"/>
          </w:tcPr>
          <w:p w14:paraId="2F93A8DA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Griglia lineare in alluminio anodizzato,</w:t>
            </w:r>
          </w:p>
          <w:p w14:paraId="4EC17222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verniciato bianco</w:t>
            </w:r>
          </w:p>
          <w:p w14:paraId="6E44725E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misure 200 x 100</w:t>
            </w:r>
          </w:p>
        </w:tc>
        <w:tc>
          <w:tcPr>
            <w:tcW w:w="5803" w:type="dxa"/>
          </w:tcPr>
          <w:p w14:paraId="52E46F31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Griglia lineare in alluminio anodizzato verniciato colore bianco RAL 9010.</w:t>
            </w:r>
          </w:p>
          <w:p w14:paraId="208A8C23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Semplice filare di alette fisse con deflessione 15°.</w:t>
            </w:r>
          </w:p>
          <w:p w14:paraId="7E2ECC5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Misura 200 x 100.</w:t>
            </w:r>
          </w:p>
          <w:p w14:paraId="646122B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</w:p>
          <w:p w14:paraId="4A1F955C" w14:textId="201FE292" w:rsidR="00E05187" w:rsidRPr="00E05187" w:rsidRDefault="00E05187" w:rsidP="002E42BD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Griglia lineare in alluminio anodizzato,</w:t>
            </w:r>
            <w:r w:rsidR="002E42BD">
              <w:rPr>
                <w:rFonts w:ascii="Poppins" w:hAnsi="Poppins" w:cs="Poppins"/>
                <w:b/>
              </w:rPr>
              <w:t xml:space="preserve"> </w:t>
            </w:r>
            <w:r w:rsidRPr="00E05187">
              <w:rPr>
                <w:rFonts w:ascii="Poppins" w:hAnsi="Poppins" w:cs="Poppins"/>
                <w:b/>
              </w:rPr>
              <w:t xml:space="preserve">verniciato bianco misure 200 x 100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3F024AA3" w14:textId="77777777" w:rsidTr="00610F7D">
        <w:tc>
          <w:tcPr>
            <w:tcW w:w="1398" w:type="dxa"/>
          </w:tcPr>
          <w:p w14:paraId="192F161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07814330</w:t>
            </w:r>
          </w:p>
        </w:tc>
        <w:tc>
          <w:tcPr>
            <w:tcW w:w="2297" w:type="dxa"/>
          </w:tcPr>
          <w:p w14:paraId="3E6E157E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Griglia rettangolare, a schermo forellato, in lamiera preverniciata bianca, misura 200 x 100 </w:t>
            </w:r>
          </w:p>
        </w:tc>
        <w:tc>
          <w:tcPr>
            <w:tcW w:w="5803" w:type="dxa"/>
          </w:tcPr>
          <w:p w14:paraId="203B46A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Griglia rettangolare in lamiera di acciaio zincato, preverniciata colore bianco RAL 9010.</w:t>
            </w:r>
          </w:p>
          <w:p w14:paraId="1D128A9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Schermo forellato.</w:t>
            </w:r>
          </w:p>
          <w:p w14:paraId="6B5BFB2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Misura 200 x 100.</w:t>
            </w:r>
          </w:p>
          <w:p w14:paraId="42BFE742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71796D5" w14:textId="75B8F79E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Griglia rettangolare, a schermo forellato, in lamiera preverniciata bianca, misura 200 x 100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6D8A7A15" w14:textId="77777777" w:rsidTr="00610F7D">
        <w:tc>
          <w:tcPr>
            <w:tcW w:w="1398" w:type="dxa"/>
          </w:tcPr>
          <w:p w14:paraId="55F62036" w14:textId="4E7822DB" w:rsidR="00E05187" w:rsidRPr="00954CDD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954CDD">
              <w:rPr>
                <w:rFonts w:ascii="Poppins" w:hAnsi="Poppins" w:cs="Poppins"/>
                <w:bCs/>
                <w:sz w:val="20"/>
              </w:rPr>
              <w:t>0781580</w:t>
            </w:r>
            <w:r w:rsidR="00443C04" w:rsidRPr="00954CDD">
              <w:rPr>
                <w:rFonts w:ascii="Poppins" w:hAnsi="Poppins" w:cs="Poppins"/>
                <w:bCs/>
                <w:sz w:val="20"/>
              </w:rPr>
              <w:t>1</w:t>
            </w:r>
          </w:p>
        </w:tc>
        <w:tc>
          <w:tcPr>
            <w:tcW w:w="2297" w:type="dxa"/>
          </w:tcPr>
          <w:p w14:paraId="5E3E9F04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in lamiera preverniciata bianca, misura 200 x 100 con 1 attacco laterale DN 75</w:t>
            </w:r>
          </w:p>
        </w:tc>
        <w:tc>
          <w:tcPr>
            <w:tcW w:w="5803" w:type="dxa"/>
          </w:tcPr>
          <w:p w14:paraId="23674FC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di immissione o estrazione, in lamiera di acciaio zincato, preverniciata colore bianco.</w:t>
            </w:r>
          </w:p>
          <w:p w14:paraId="4D6C00F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Completo di serranda regolabile. </w:t>
            </w:r>
          </w:p>
          <w:p w14:paraId="436D2F96" w14:textId="09BA58D6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Griglia rettangolare misura 200 x 100</w:t>
            </w:r>
            <w:r w:rsidR="00443C04">
              <w:rPr>
                <w:rFonts w:ascii="Poppins" w:hAnsi="Poppins" w:cs="Poppins"/>
              </w:rPr>
              <w:t xml:space="preserve"> mm</w:t>
            </w:r>
            <w:r w:rsidRPr="00E05187">
              <w:rPr>
                <w:rFonts w:ascii="Poppins" w:hAnsi="Poppins" w:cs="Poppins"/>
              </w:rPr>
              <w:t>.</w:t>
            </w:r>
          </w:p>
          <w:p w14:paraId="4EC76801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1 attacco laterale DN 75.</w:t>
            </w:r>
          </w:p>
          <w:p w14:paraId="52EDD863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99328A2" w14:textId="2DDC57BA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Plenum rettangolare, in lamiera preverniciata bianca, misura 200 x 100 con 1 attacco laterale DN 75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0760BBB4" w14:textId="77777777" w:rsidTr="00610F7D">
        <w:tc>
          <w:tcPr>
            <w:tcW w:w="1398" w:type="dxa"/>
          </w:tcPr>
          <w:p w14:paraId="747A7069" w14:textId="31A31C92" w:rsidR="00E05187" w:rsidRPr="00954CDD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954CDD">
              <w:rPr>
                <w:rFonts w:ascii="Poppins" w:hAnsi="Poppins" w:cs="Poppins"/>
                <w:bCs/>
                <w:sz w:val="20"/>
              </w:rPr>
              <w:t>0781581</w:t>
            </w:r>
            <w:r w:rsidR="00AE388F" w:rsidRPr="00954CDD">
              <w:rPr>
                <w:rFonts w:ascii="Poppins" w:hAnsi="Poppins" w:cs="Poppins"/>
                <w:bCs/>
                <w:sz w:val="20"/>
              </w:rPr>
              <w:t>1</w:t>
            </w:r>
          </w:p>
        </w:tc>
        <w:tc>
          <w:tcPr>
            <w:tcW w:w="2297" w:type="dxa"/>
          </w:tcPr>
          <w:p w14:paraId="183764DB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in lamiera preverniciata bianca, misura 200 x 100 con 1 attacco posteriore DN 75</w:t>
            </w:r>
          </w:p>
        </w:tc>
        <w:tc>
          <w:tcPr>
            <w:tcW w:w="5803" w:type="dxa"/>
          </w:tcPr>
          <w:p w14:paraId="2024F103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di immissione o estrazione, in lamiera di acciaio zincato, preverniciata colore bianco.</w:t>
            </w:r>
          </w:p>
          <w:p w14:paraId="443ED68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Completo di serranda regolabile. </w:t>
            </w:r>
          </w:p>
          <w:p w14:paraId="39B9F6F4" w14:textId="14E64A78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Griglia rettangolare misura 200 x 100</w:t>
            </w:r>
            <w:r w:rsidR="00AE388F">
              <w:rPr>
                <w:rFonts w:ascii="Poppins" w:hAnsi="Poppins" w:cs="Poppins"/>
              </w:rPr>
              <w:t xml:space="preserve"> mm</w:t>
            </w:r>
            <w:r w:rsidRPr="00E05187">
              <w:rPr>
                <w:rFonts w:ascii="Poppins" w:hAnsi="Poppins" w:cs="Poppins"/>
              </w:rPr>
              <w:t>.</w:t>
            </w:r>
          </w:p>
          <w:p w14:paraId="2E43C1A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1 attacco posteriore DN 75.</w:t>
            </w:r>
          </w:p>
          <w:p w14:paraId="7869541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BCD2065" w14:textId="196E4AC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Plenum rettangolare, in lamiera preverniciata bianca, misura 200 x 100 con 1 attacco posteriore DN 75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5B2D0EC6" w14:textId="77777777" w:rsidTr="00610F7D">
        <w:tc>
          <w:tcPr>
            <w:tcW w:w="1398" w:type="dxa"/>
          </w:tcPr>
          <w:p w14:paraId="250DA95B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07814321</w:t>
            </w:r>
          </w:p>
        </w:tc>
        <w:tc>
          <w:tcPr>
            <w:tcW w:w="2297" w:type="dxa"/>
          </w:tcPr>
          <w:p w14:paraId="1826CE0B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Griglia lineare in alluminio anodizzato, verniciato bianco, misura 300 x 100 </w:t>
            </w:r>
          </w:p>
        </w:tc>
        <w:tc>
          <w:tcPr>
            <w:tcW w:w="5803" w:type="dxa"/>
          </w:tcPr>
          <w:p w14:paraId="23BB488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Griglia lineare in alluminio anodizzato verniciato colore bianco RAL 9010.</w:t>
            </w:r>
          </w:p>
          <w:p w14:paraId="62D91B6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Semplice filare di alette fisse con deflessione 15°.</w:t>
            </w:r>
          </w:p>
          <w:p w14:paraId="3DFE4F5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Misura 300 x 100.</w:t>
            </w:r>
          </w:p>
          <w:p w14:paraId="603754B0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5B8BCBA" w14:textId="67BC5263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Griglia lineare in alluminio anodizzato, verniciato bianco, misura 300 x 100 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3FC8F830" w14:textId="77777777" w:rsidTr="00610F7D">
        <w:tc>
          <w:tcPr>
            <w:tcW w:w="1398" w:type="dxa"/>
          </w:tcPr>
          <w:p w14:paraId="6A9CAEA6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07814340</w:t>
            </w:r>
          </w:p>
        </w:tc>
        <w:tc>
          <w:tcPr>
            <w:tcW w:w="2297" w:type="dxa"/>
          </w:tcPr>
          <w:p w14:paraId="17E505A7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Griglia rettangolare, a schermo forellato, in lamiera preverniciata bianca, misura 300 x 100 </w:t>
            </w:r>
          </w:p>
        </w:tc>
        <w:tc>
          <w:tcPr>
            <w:tcW w:w="5803" w:type="dxa"/>
          </w:tcPr>
          <w:p w14:paraId="481687F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Griglia rettangolare in lamiera di acciaio zincato, preverniciata colore bianco RAL 9010.</w:t>
            </w:r>
          </w:p>
          <w:p w14:paraId="236C218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Schermo forellato.</w:t>
            </w:r>
          </w:p>
          <w:p w14:paraId="064FBE8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Misura 200 x 100.</w:t>
            </w:r>
          </w:p>
          <w:p w14:paraId="3C4CB2C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5747568" w14:textId="3AFF1579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Griglia rettangolare, a schermo forellato, in lamiera preverniciata bianca, misura 300 x 100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6E7C805E" w14:textId="77777777" w:rsidTr="00610F7D">
        <w:tc>
          <w:tcPr>
            <w:tcW w:w="1398" w:type="dxa"/>
          </w:tcPr>
          <w:p w14:paraId="1BE62860" w14:textId="47AA1AE8" w:rsidR="00E05187" w:rsidRPr="00CF6A25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F6A25">
              <w:rPr>
                <w:rFonts w:ascii="Poppins" w:hAnsi="Poppins" w:cs="Poppins"/>
                <w:bCs/>
                <w:sz w:val="20"/>
              </w:rPr>
              <w:lastRenderedPageBreak/>
              <w:t>0781582</w:t>
            </w:r>
            <w:r w:rsidR="00954CDD" w:rsidRPr="00CF6A25">
              <w:rPr>
                <w:rFonts w:ascii="Poppins" w:hAnsi="Poppins" w:cs="Poppins"/>
                <w:bCs/>
                <w:sz w:val="20"/>
              </w:rPr>
              <w:t>1</w:t>
            </w:r>
          </w:p>
        </w:tc>
        <w:tc>
          <w:tcPr>
            <w:tcW w:w="2297" w:type="dxa"/>
          </w:tcPr>
          <w:p w14:paraId="67A7A3AB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in lamiera preverniciata bianca, misura 300 x 100 con 2 attacchi laterali DN 75</w:t>
            </w:r>
          </w:p>
        </w:tc>
        <w:tc>
          <w:tcPr>
            <w:tcW w:w="5803" w:type="dxa"/>
          </w:tcPr>
          <w:p w14:paraId="253ECB3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di immissione o estrazione, in lamiera di acciaio zincato, preverniciata colore bianco.</w:t>
            </w:r>
          </w:p>
          <w:p w14:paraId="7505B1C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Completo di serranda regolabile. </w:t>
            </w:r>
          </w:p>
          <w:p w14:paraId="7681E1C0" w14:textId="348E04A2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Previsto per abbinamento con griglia rettangolare misura 300 x 100</w:t>
            </w:r>
            <w:r w:rsidR="00954CDD">
              <w:rPr>
                <w:rFonts w:ascii="Poppins" w:hAnsi="Poppins" w:cs="Poppins"/>
              </w:rPr>
              <w:t xml:space="preserve"> mm</w:t>
            </w:r>
            <w:r w:rsidRPr="00E05187">
              <w:rPr>
                <w:rFonts w:ascii="Poppins" w:hAnsi="Poppins" w:cs="Poppins"/>
              </w:rPr>
              <w:t>.</w:t>
            </w:r>
          </w:p>
          <w:p w14:paraId="6FBE877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2 attacchi laterali DN 75.</w:t>
            </w:r>
          </w:p>
          <w:p w14:paraId="7B5F14A0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9A733D7" w14:textId="5C8E65C4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Plenum rettangolare, in lamiera preverniciata bianca, misura 300 x 100 con 2 attacchi laterali DN 75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6A2C10D3" w14:textId="77777777" w:rsidTr="00610F7D">
        <w:tc>
          <w:tcPr>
            <w:tcW w:w="1398" w:type="dxa"/>
          </w:tcPr>
          <w:p w14:paraId="39557801" w14:textId="46E06EB9" w:rsidR="00E05187" w:rsidRPr="00CF6A25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CF6A25">
              <w:rPr>
                <w:rFonts w:ascii="Poppins" w:hAnsi="Poppins" w:cs="Poppins"/>
                <w:bCs/>
                <w:sz w:val="20"/>
              </w:rPr>
              <w:t>0781583</w:t>
            </w:r>
            <w:r w:rsidR="004D2451" w:rsidRPr="00CF6A25">
              <w:rPr>
                <w:rFonts w:ascii="Poppins" w:hAnsi="Poppins" w:cs="Poppins"/>
                <w:bCs/>
                <w:sz w:val="20"/>
              </w:rPr>
              <w:t>1</w:t>
            </w:r>
          </w:p>
        </w:tc>
        <w:tc>
          <w:tcPr>
            <w:tcW w:w="2297" w:type="dxa"/>
          </w:tcPr>
          <w:p w14:paraId="1EE9A0E5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in lamiera preverniciata bianca, misura 300 x 100 con 2 attacchi posteriori DN 75</w:t>
            </w:r>
          </w:p>
        </w:tc>
        <w:tc>
          <w:tcPr>
            <w:tcW w:w="5803" w:type="dxa"/>
          </w:tcPr>
          <w:p w14:paraId="03CE4591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di immissione o estrazione, in lamiera di acciaio zincato, preverniciata colore bianco.</w:t>
            </w:r>
          </w:p>
          <w:p w14:paraId="1B4F6D0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Completo di serranda regolabile. </w:t>
            </w:r>
          </w:p>
          <w:p w14:paraId="51162C23" w14:textId="7E84F616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Previsto per abbinamento con griglia rettangolare misura 300 x 100</w:t>
            </w:r>
            <w:r w:rsidR="004D2451">
              <w:rPr>
                <w:rFonts w:ascii="Poppins" w:hAnsi="Poppins" w:cs="Poppins"/>
              </w:rPr>
              <w:t xml:space="preserve"> mm</w:t>
            </w:r>
            <w:r w:rsidRPr="00E05187">
              <w:rPr>
                <w:rFonts w:ascii="Poppins" w:hAnsi="Poppins" w:cs="Poppins"/>
              </w:rPr>
              <w:t>.</w:t>
            </w:r>
          </w:p>
          <w:p w14:paraId="5AA813F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2 attacchi posteriori DN 75.</w:t>
            </w:r>
          </w:p>
          <w:p w14:paraId="7D125E4A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4B8373E" w14:textId="66A9691D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Plenum rettangolare, in lamiera preverniciata bianca, misura 300 x 100 con 2 attacchi posteriori DN 75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25F97C1A" w14:textId="77777777" w:rsidTr="00610F7D">
        <w:tc>
          <w:tcPr>
            <w:tcW w:w="1398" w:type="dxa"/>
          </w:tcPr>
          <w:p w14:paraId="378E5D8C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07814147</w:t>
            </w:r>
          </w:p>
        </w:tc>
        <w:tc>
          <w:tcPr>
            <w:tcW w:w="2297" w:type="dxa"/>
          </w:tcPr>
          <w:p w14:paraId="6BA7971A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 di immissione o estrazione, colore bianco, con diaframma, DN 100</w:t>
            </w:r>
          </w:p>
        </w:tc>
        <w:tc>
          <w:tcPr>
            <w:tcW w:w="5803" w:type="dxa"/>
          </w:tcPr>
          <w:p w14:paraId="175CB91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Bocchetta quadrata di immissione o estrazione, in plastica, colore bianco.</w:t>
            </w:r>
          </w:p>
          <w:p w14:paraId="5B351F3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Completa di diaframma per regolazione della portata d’aria.</w:t>
            </w:r>
          </w:p>
          <w:p w14:paraId="1FFA55F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Misura DN 100.</w:t>
            </w:r>
          </w:p>
          <w:p w14:paraId="61C1DE2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Prevista per l’abbinamento a plenum 140 x 140.</w:t>
            </w:r>
          </w:p>
          <w:p w14:paraId="6574085B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Dimensioni di ingombro: 164x164x46.</w:t>
            </w:r>
          </w:p>
          <w:p w14:paraId="2F717FE0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0436EAC" w14:textId="03AD7FC6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Bocchetta quadrata di immissione o estrazione, colore bianco, con diaframma, DN 100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5BCBDBB3" w14:textId="77777777" w:rsidTr="00610F7D">
        <w:tc>
          <w:tcPr>
            <w:tcW w:w="1398" w:type="dxa"/>
          </w:tcPr>
          <w:p w14:paraId="6F1AAD16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07814215</w:t>
            </w:r>
          </w:p>
        </w:tc>
        <w:tc>
          <w:tcPr>
            <w:tcW w:w="2297" w:type="dxa"/>
          </w:tcPr>
          <w:p w14:paraId="6D6F154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Filtro per bocchetta di immissione o estrazione, con diaframma, DN 100</w:t>
            </w:r>
          </w:p>
        </w:tc>
        <w:tc>
          <w:tcPr>
            <w:tcW w:w="5803" w:type="dxa"/>
          </w:tcPr>
          <w:p w14:paraId="59915C5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 xml:space="preserve">Filtro per bocchetta di immissione o estrazione, con diaframma. </w:t>
            </w:r>
          </w:p>
          <w:p w14:paraId="388FDA4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Misura DN 100.</w:t>
            </w:r>
          </w:p>
          <w:p w14:paraId="01B4E45B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13A92A63" w14:textId="7DEA2936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Filtro per bocchetta quadrata di immissione o estrazione, con diaframma, DN 100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651695" w:rsidRPr="007E69BB" w14:paraId="1EC6840E" w14:textId="77777777" w:rsidTr="00610F7D">
        <w:tc>
          <w:tcPr>
            <w:tcW w:w="1398" w:type="dxa"/>
          </w:tcPr>
          <w:p w14:paraId="3D114334" w14:textId="262D4376" w:rsidR="00651695" w:rsidRPr="00E05187" w:rsidRDefault="00651695" w:rsidP="00651695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07814225</w:t>
            </w:r>
          </w:p>
        </w:tc>
        <w:tc>
          <w:tcPr>
            <w:tcW w:w="2297" w:type="dxa"/>
          </w:tcPr>
          <w:p w14:paraId="5A4BF343" w14:textId="3181D704" w:rsidR="00651695" w:rsidRPr="00E05187" w:rsidRDefault="00651695" w:rsidP="00651695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Filtro per bocchetta di immissione o estrazione, con diaframma, DN 150</w:t>
            </w:r>
          </w:p>
        </w:tc>
        <w:tc>
          <w:tcPr>
            <w:tcW w:w="5803" w:type="dxa"/>
          </w:tcPr>
          <w:p w14:paraId="5D22836D" w14:textId="77777777" w:rsidR="00651695" w:rsidRPr="00E05187" w:rsidRDefault="00651695" w:rsidP="00651695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 xml:space="preserve">Filtro per bocchetta di immissione o estrazione, con diaframma. </w:t>
            </w:r>
          </w:p>
          <w:p w14:paraId="1018D7AC" w14:textId="77777777" w:rsidR="00651695" w:rsidRPr="00E05187" w:rsidRDefault="00651695" w:rsidP="00651695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Misura DN 150.</w:t>
            </w:r>
          </w:p>
          <w:p w14:paraId="2416AA9E" w14:textId="77777777" w:rsidR="00651695" w:rsidRPr="00E05187" w:rsidRDefault="00651695" w:rsidP="00651695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2EC03538" w14:textId="641D3B8A" w:rsidR="00651695" w:rsidRPr="00E05187" w:rsidRDefault="00651695" w:rsidP="00651695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Filtro per bocchetta quadrata di immissione o estrazione, con diaframma, DN 150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30B13803" w14:textId="77777777" w:rsidTr="00610F7D">
        <w:tc>
          <w:tcPr>
            <w:tcW w:w="1398" w:type="dxa"/>
          </w:tcPr>
          <w:p w14:paraId="36B85AAA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07815840</w:t>
            </w:r>
          </w:p>
        </w:tc>
        <w:tc>
          <w:tcPr>
            <w:tcW w:w="2297" w:type="dxa"/>
          </w:tcPr>
          <w:p w14:paraId="597AF02B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in lamiera zincata, misura 140 x 140, con 1 attacco posteriore DN 75, per bocchetta quadrata DN 100</w:t>
            </w:r>
          </w:p>
        </w:tc>
        <w:tc>
          <w:tcPr>
            <w:tcW w:w="5803" w:type="dxa"/>
          </w:tcPr>
          <w:p w14:paraId="5C5C753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di immissione o estrazione, in lamiera di acciaio zincato, misura 140 x 140.</w:t>
            </w:r>
          </w:p>
          <w:p w14:paraId="620A9A4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Previsto per abbinamento con bocchetta </w:t>
            </w:r>
            <w:r w:rsidRPr="00E05187">
              <w:rPr>
                <w:rFonts w:ascii="Poppins" w:hAnsi="Poppins" w:cs="Poppins"/>
                <w:bCs/>
              </w:rPr>
              <w:t xml:space="preserve">quadrata di immissione o estrazione, </w:t>
            </w:r>
            <w:r w:rsidRPr="00E05187">
              <w:rPr>
                <w:rFonts w:ascii="Poppins" w:hAnsi="Poppins" w:cs="Poppins"/>
              </w:rPr>
              <w:t>DN 100.</w:t>
            </w:r>
          </w:p>
          <w:p w14:paraId="4BCD459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1 attacco posteriore DN 75.</w:t>
            </w:r>
          </w:p>
          <w:p w14:paraId="1CF3D414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11BC068" w14:textId="26C6CACB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Plenum rettangolare, in lamiera zincata, misura 140 x 140, con 1 attacco posteriore DN 75, per bocchetta quadrata DN 100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059648A7" w14:textId="77777777" w:rsidTr="00610F7D">
        <w:tc>
          <w:tcPr>
            <w:tcW w:w="1398" w:type="dxa"/>
          </w:tcPr>
          <w:p w14:paraId="19BEA9F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07815850</w:t>
            </w:r>
          </w:p>
        </w:tc>
        <w:tc>
          <w:tcPr>
            <w:tcW w:w="2297" w:type="dxa"/>
          </w:tcPr>
          <w:p w14:paraId="428AA778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in lamiera zincata, misura 140 x 140, con 1 attacco laterale DN 75, per bocchetta quadrata DN 100</w:t>
            </w:r>
          </w:p>
        </w:tc>
        <w:tc>
          <w:tcPr>
            <w:tcW w:w="5803" w:type="dxa"/>
          </w:tcPr>
          <w:p w14:paraId="5C47786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di immissione o estrazione, in lamiera di acciaio zincato, misura 140 x 140.</w:t>
            </w:r>
          </w:p>
          <w:p w14:paraId="3CE361D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Previsto per abbinamento con bocchetta </w:t>
            </w:r>
            <w:r w:rsidRPr="00E05187">
              <w:rPr>
                <w:rFonts w:ascii="Poppins" w:hAnsi="Poppins" w:cs="Poppins"/>
                <w:bCs/>
              </w:rPr>
              <w:t xml:space="preserve">quadrata di immissione o estrazione, </w:t>
            </w:r>
            <w:r w:rsidRPr="00E05187">
              <w:rPr>
                <w:rFonts w:ascii="Poppins" w:hAnsi="Poppins" w:cs="Poppins"/>
              </w:rPr>
              <w:t>DN 100.</w:t>
            </w:r>
          </w:p>
          <w:p w14:paraId="7A2D14B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1 attacco laterale DN 75.</w:t>
            </w:r>
          </w:p>
          <w:p w14:paraId="2E80F013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386CDEA" w14:textId="4D1447EB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Plenum rettangolare, in lamiera zincata, misura 140 x 140, con 1 attacco laterale DN 75, per bocchetta quadrata DN 100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50415E75" w14:textId="77777777" w:rsidTr="00610F7D">
        <w:tc>
          <w:tcPr>
            <w:tcW w:w="1398" w:type="dxa"/>
          </w:tcPr>
          <w:p w14:paraId="716DDC72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07814142</w:t>
            </w:r>
          </w:p>
        </w:tc>
        <w:tc>
          <w:tcPr>
            <w:tcW w:w="2297" w:type="dxa"/>
          </w:tcPr>
          <w:p w14:paraId="1EAF00F2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 di immissione o estrazione, colore bianco, con diaframma, DN 150</w:t>
            </w:r>
          </w:p>
        </w:tc>
        <w:tc>
          <w:tcPr>
            <w:tcW w:w="5803" w:type="dxa"/>
          </w:tcPr>
          <w:p w14:paraId="3AC3FD6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Bocchetta quadrata di immissione o estrazione, in plastica, colore bianco.</w:t>
            </w:r>
          </w:p>
          <w:p w14:paraId="0BDC7EA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Completa di diaframma per regolazione della portata d’aria.</w:t>
            </w:r>
          </w:p>
          <w:p w14:paraId="24F3B5A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Misura DN 150.</w:t>
            </w:r>
          </w:p>
          <w:p w14:paraId="348C40C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Prevista per l’abbinamento a plenum 200 x 200.</w:t>
            </w:r>
          </w:p>
          <w:p w14:paraId="039DD0D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Dimensioni di ingombro: 218x218x51.</w:t>
            </w:r>
          </w:p>
          <w:p w14:paraId="58625519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F677D5E" w14:textId="1733951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Bocchetta quadrata di immissione o estrazione, colore bianco, con diaframma, DN 150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3E4A6DD2" w14:textId="77777777" w:rsidTr="00610F7D">
        <w:tc>
          <w:tcPr>
            <w:tcW w:w="1398" w:type="dxa"/>
          </w:tcPr>
          <w:p w14:paraId="2078409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07815813</w:t>
            </w:r>
          </w:p>
        </w:tc>
        <w:tc>
          <w:tcPr>
            <w:tcW w:w="2297" w:type="dxa"/>
          </w:tcPr>
          <w:p w14:paraId="4052CF3A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Plenum rettangolare, in lamiera zincata, misura 200 x 200, </w:t>
            </w:r>
            <w:r w:rsidRPr="00E05187">
              <w:rPr>
                <w:rFonts w:ascii="Poppins" w:hAnsi="Poppins" w:cs="Poppins"/>
              </w:rPr>
              <w:lastRenderedPageBreak/>
              <w:t>con 2 attacchi posteriori DN 75, per bocchetta quadrata DN 150</w:t>
            </w:r>
          </w:p>
        </w:tc>
        <w:tc>
          <w:tcPr>
            <w:tcW w:w="5803" w:type="dxa"/>
          </w:tcPr>
          <w:p w14:paraId="43E4ACE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lastRenderedPageBreak/>
              <w:t>Plenum rettangolare, di immissione o estrazione, in lamiera di acciaio zincato, misura 200 x 200.</w:t>
            </w:r>
          </w:p>
          <w:p w14:paraId="36C9E2A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Previsto per abbinamento con bocchetta </w:t>
            </w:r>
            <w:r w:rsidRPr="00E05187">
              <w:rPr>
                <w:rFonts w:ascii="Poppins" w:hAnsi="Poppins" w:cs="Poppins"/>
                <w:bCs/>
              </w:rPr>
              <w:t xml:space="preserve">quadrata di immissione o estrazione, </w:t>
            </w:r>
            <w:r w:rsidRPr="00E05187">
              <w:rPr>
                <w:rFonts w:ascii="Poppins" w:hAnsi="Poppins" w:cs="Poppins"/>
              </w:rPr>
              <w:t>DN 150.</w:t>
            </w:r>
          </w:p>
          <w:p w14:paraId="7A09C8A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lastRenderedPageBreak/>
              <w:t>2 attacchi posteriori DN 75.</w:t>
            </w:r>
          </w:p>
          <w:p w14:paraId="6462DB1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F7D203C" w14:textId="4E6ABB25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Plenum rettangolare, in lamiera zincata, misura 200 x 200, con 2 attacchi posteriori DN 75, per bocchetta quadrata DN 150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4CF2F26C" w14:textId="77777777" w:rsidTr="00610F7D">
        <w:tc>
          <w:tcPr>
            <w:tcW w:w="1398" w:type="dxa"/>
          </w:tcPr>
          <w:p w14:paraId="4863EAD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07815803</w:t>
            </w:r>
          </w:p>
        </w:tc>
        <w:tc>
          <w:tcPr>
            <w:tcW w:w="2297" w:type="dxa"/>
          </w:tcPr>
          <w:p w14:paraId="3C34A32E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in lamiera zincata, misura 200 x 200, con 2 attacchi laterali DN 75, per bocchetta quadrata DN 150</w:t>
            </w:r>
          </w:p>
        </w:tc>
        <w:tc>
          <w:tcPr>
            <w:tcW w:w="5803" w:type="dxa"/>
          </w:tcPr>
          <w:p w14:paraId="4A64DF3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di immissione o estrazione, in lamiera di acciaio zincato, misura 200 x 200.</w:t>
            </w:r>
          </w:p>
          <w:p w14:paraId="1AD45A7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Previsto per abbinamento con bocchetta </w:t>
            </w:r>
            <w:r w:rsidRPr="00E05187">
              <w:rPr>
                <w:rFonts w:ascii="Poppins" w:hAnsi="Poppins" w:cs="Poppins"/>
                <w:bCs/>
              </w:rPr>
              <w:t xml:space="preserve">quadrata di immissione o estrazione, </w:t>
            </w:r>
            <w:r w:rsidRPr="00E05187">
              <w:rPr>
                <w:rFonts w:ascii="Poppins" w:hAnsi="Poppins" w:cs="Poppins"/>
              </w:rPr>
              <w:t>DN 150.</w:t>
            </w:r>
          </w:p>
          <w:p w14:paraId="5F9E2E2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1 attacco laterale DN 75.</w:t>
            </w:r>
          </w:p>
          <w:p w14:paraId="525DD2EE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471CDD9" w14:textId="0D558EB4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Plenum rettangolare, in lamiera zincata, misura 200 x 200, con 2 attacchi laterali DN 75, per bocchetta quadrata DN 150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0115FD6D" w14:textId="77777777" w:rsidTr="00610F7D">
        <w:tc>
          <w:tcPr>
            <w:tcW w:w="1398" w:type="dxa"/>
          </w:tcPr>
          <w:p w14:paraId="1F4AE4F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07815818</w:t>
            </w:r>
          </w:p>
        </w:tc>
        <w:tc>
          <w:tcPr>
            <w:tcW w:w="2297" w:type="dxa"/>
          </w:tcPr>
          <w:p w14:paraId="173F89E4" w14:textId="77777777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in lamiera zincata, misura 200 x 200, con 1 attacco posteriori DN 125, per bocchetta quadrata DN 150</w:t>
            </w:r>
          </w:p>
        </w:tc>
        <w:tc>
          <w:tcPr>
            <w:tcW w:w="5803" w:type="dxa"/>
          </w:tcPr>
          <w:p w14:paraId="7B99AA5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Plenum rettangolare, di immissione o estrazione, in lamiera di acciaio zincato, misura 200 x 200.</w:t>
            </w:r>
          </w:p>
          <w:p w14:paraId="5128ECD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 xml:space="preserve">Previsto per abbinamento con bocchetta </w:t>
            </w:r>
            <w:r w:rsidRPr="00E05187">
              <w:rPr>
                <w:rFonts w:ascii="Poppins" w:hAnsi="Poppins" w:cs="Poppins"/>
                <w:bCs/>
              </w:rPr>
              <w:t xml:space="preserve">quadrata di immissione o estrazione, </w:t>
            </w:r>
            <w:r w:rsidRPr="00E05187">
              <w:rPr>
                <w:rFonts w:ascii="Poppins" w:hAnsi="Poppins" w:cs="Poppins"/>
              </w:rPr>
              <w:t>DN 150.</w:t>
            </w:r>
          </w:p>
          <w:p w14:paraId="2A133CD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1 attacco posteriore DN 125.</w:t>
            </w:r>
          </w:p>
          <w:p w14:paraId="3F11CF2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9461811" w14:textId="721BF98E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Plenum rettangolare, in lamiera zincata, misura 200 x 200, con 1 attacco posteriore DN 125, per bocchetta quadrata DN 150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42C82B88" w14:textId="77777777" w:rsidTr="00610F7D">
        <w:tc>
          <w:tcPr>
            <w:tcW w:w="1398" w:type="dxa"/>
          </w:tcPr>
          <w:p w14:paraId="43A7E962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07814146</w:t>
            </w:r>
          </w:p>
        </w:tc>
        <w:tc>
          <w:tcPr>
            <w:tcW w:w="2297" w:type="dxa"/>
          </w:tcPr>
          <w:p w14:paraId="1BB1239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immissione o estrazione, in plastica colore bianco, DN 100</w:t>
            </w:r>
          </w:p>
        </w:tc>
        <w:tc>
          <w:tcPr>
            <w:tcW w:w="5803" w:type="dxa"/>
          </w:tcPr>
          <w:p w14:paraId="75AEB4F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Bocchetta circolare di immissione o estrazione, in plastica, colore bianco.</w:t>
            </w:r>
          </w:p>
          <w:p w14:paraId="4A6042A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Misura DN 100.</w:t>
            </w:r>
          </w:p>
          <w:p w14:paraId="69EA47C0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BCF8257" w14:textId="136D1DB3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Bocchetta circolare di immissione o estrazione, in plastica colore bianco, DN 100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2FF3C34D" w14:textId="77777777" w:rsidTr="00610F7D">
        <w:tc>
          <w:tcPr>
            <w:tcW w:w="1398" w:type="dxa"/>
          </w:tcPr>
          <w:p w14:paraId="143AD7C7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07814141</w:t>
            </w:r>
          </w:p>
        </w:tc>
        <w:tc>
          <w:tcPr>
            <w:tcW w:w="2297" w:type="dxa"/>
          </w:tcPr>
          <w:p w14:paraId="307498D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immissione o estrazione, in plastica colore bianco, DN 125</w:t>
            </w:r>
          </w:p>
        </w:tc>
        <w:tc>
          <w:tcPr>
            <w:tcW w:w="5803" w:type="dxa"/>
          </w:tcPr>
          <w:p w14:paraId="0417C4F3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Bocchetta circolare di immissione o estrazione, in plastica, colore bianco.</w:t>
            </w:r>
          </w:p>
          <w:p w14:paraId="1EEB602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Misura DN 125.</w:t>
            </w:r>
          </w:p>
          <w:p w14:paraId="46D411F4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0C1A56A" w14:textId="4C3D4DF4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Bocchetta circolare di immissione o estrazione, in plastica colore bianco,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51DCC753" w14:textId="77777777" w:rsidTr="00610F7D">
        <w:tc>
          <w:tcPr>
            <w:tcW w:w="1398" w:type="dxa"/>
          </w:tcPr>
          <w:p w14:paraId="35983B1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07814360</w:t>
            </w:r>
          </w:p>
        </w:tc>
        <w:tc>
          <w:tcPr>
            <w:tcW w:w="2297" w:type="dxa"/>
          </w:tcPr>
          <w:p w14:paraId="2C208EB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immissione, in acciaio verniciato bianco, DN 125</w:t>
            </w:r>
          </w:p>
        </w:tc>
        <w:tc>
          <w:tcPr>
            <w:tcW w:w="5803" w:type="dxa"/>
          </w:tcPr>
          <w:p w14:paraId="780FF1B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Bocchetta circolare di immissione, in acciaio verniciato colore bianco RAL 9010.</w:t>
            </w:r>
          </w:p>
          <w:p w14:paraId="16BA227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Misura DN 125.</w:t>
            </w:r>
          </w:p>
          <w:p w14:paraId="7DC95FFC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1743332" w14:textId="618FE573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Bocchetta circolare di immissione, in acciaio verniciato bianco,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3C0653CA" w14:textId="77777777" w:rsidTr="00610F7D">
        <w:tc>
          <w:tcPr>
            <w:tcW w:w="1398" w:type="dxa"/>
          </w:tcPr>
          <w:p w14:paraId="1DD7A3E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07814350</w:t>
            </w:r>
          </w:p>
        </w:tc>
        <w:tc>
          <w:tcPr>
            <w:tcW w:w="2297" w:type="dxa"/>
          </w:tcPr>
          <w:p w14:paraId="74B7AC35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estrazione, in acciaio verniciato bianco, DN 125</w:t>
            </w:r>
          </w:p>
        </w:tc>
        <w:tc>
          <w:tcPr>
            <w:tcW w:w="5803" w:type="dxa"/>
          </w:tcPr>
          <w:p w14:paraId="45565E8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Bocchetta circolare di estrazione, in acciaio verniciato colore bianco RAL 9010.</w:t>
            </w:r>
          </w:p>
          <w:p w14:paraId="1D75ECE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Misura DN 125.</w:t>
            </w:r>
          </w:p>
          <w:p w14:paraId="500E8E7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97D6E89" w14:textId="213E1EE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Bocchetta circolare di estrazione, in acciaio verniciato bianco,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115F0E21" w14:textId="77777777" w:rsidTr="00610F7D">
        <w:tc>
          <w:tcPr>
            <w:tcW w:w="1398" w:type="dxa"/>
          </w:tcPr>
          <w:p w14:paraId="59C933F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07814206</w:t>
            </w:r>
          </w:p>
        </w:tc>
        <w:tc>
          <w:tcPr>
            <w:tcW w:w="2297" w:type="dxa"/>
          </w:tcPr>
          <w:p w14:paraId="16DA69F0" w14:textId="009B1CF9" w:rsidR="00E05187" w:rsidRPr="00E05187" w:rsidRDefault="00E05187" w:rsidP="00E05187">
            <w:pPr>
              <w:pStyle w:val="Testocommento"/>
              <w:jc w:val="center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Griglia circolare, con rete, di immissione o estrazione, colore bianco, diametro 125/160</w:t>
            </w:r>
          </w:p>
        </w:tc>
        <w:tc>
          <w:tcPr>
            <w:tcW w:w="5803" w:type="dxa"/>
          </w:tcPr>
          <w:p w14:paraId="541ED74E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Griglia circolare, con rete, di immissione o estrazione, colore bianco.</w:t>
            </w:r>
          </w:p>
          <w:p w14:paraId="3E36B13D" w14:textId="54CBB015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05187">
              <w:rPr>
                <w:rFonts w:ascii="Poppins" w:hAnsi="Poppins" w:cs="Poppins"/>
              </w:rPr>
              <w:t>Diametro 125/160 mm.</w:t>
            </w:r>
          </w:p>
          <w:p w14:paraId="533A4C32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E8A0E99" w14:textId="0437CC48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Griglia circolare, con rete, di immissione o estrazione, colore bianco, diametro 125/160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1B024ADC" w14:textId="77777777" w:rsidTr="00610F7D">
        <w:tc>
          <w:tcPr>
            <w:tcW w:w="1398" w:type="dxa"/>
          </w:tcPr>
          <w:p w14:paraId="06ADB5EC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07814151</w:t>
            </w:r>
          </w:p>
        </w:tc>
        <w:tc>
          <w:tcPr>
            <w:tcW w:w="2297" w:type="dxa"/>
          </w:tcPr>
          <w:p w14:paraId="5128DF79" w14:textId="3FC236F9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estrazione, autoregolabile, colore bianco, a portata fissa 30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>/h, DN 125</w:t>
            </w:r>
          </w:p>
        </w:tc>
        <w:tc>
          <w:tcPr>
            <w:tcW w:w="5803" w:type="dxa"/>
          </w:tcPr>
          <w:p w14:paraId="2811FC66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estrazione, autoregolabile, colore bianco, a portata fissa.</w:t>
            </w:r>
          </w:p>
          <w:p w14:paraId="550CADEB" w14:textId="314A52F9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Portata 30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 xml:space="preserve">/h. </w:t>
            </w:r>
          </w:p>
          <w:p w14:paraId="6278FA8B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Misura DN 125.</w:t>
            </w:r>
          </w:p>
          <w:p w14:paraId="56308F18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FEE7B70" w14:textId="3450394B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Bocchetta circolare di estrazione, autoregolabile, colore bianco, a portata fissa 30 m</w:t>
            </w:r>
            <w:r w:rsidR="00B43A4B">
              <w:rPr>
                <w:rFonts w:ascii="Poppins" w:hAnsi="Poppins" w:cs="Poppins"/>
                <w:b/>
              </w:rPr>
              <w:t>3</w:t>
            </w:r>
            <w:r w:rsidRPr="00E05187">
              <w:rPr>
                <w:rFonts w:ascii="Poppins" w:hAnsi="Poppins" w:cs="Poppins"/>
                <w:b/>
              </w:rPr>
              <w:t xml:space="preserve">/h,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17ED0E53" w14:textId="77777777" w:rsidTr="00610F7D">
        <w:tc>
          <w:tcPr>
            <w:tcW w:w="1398" w:type="dxa"/>
          </w:tcPr>
          <w:p w14:paraId="41FEA53A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07814161</w:t>
            </w:r>
          </w:p>
        </w:tc>
        <w:tc>
          <w:tcPr>
            <w:tcW w:w="2297" w:type="dxa"/>
          </w:tcPr>
          <w:p w14:paraId="61156A99" w14:textId="24026040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estrazione, autoregolabile, colore bianco, a portata fissa 60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>/h, DN 125</w:t>
            </w:r>
          </w:p>
        </w:tc>
        <w:tc>
          <w:tcPr>
            <w:tcW w:w="5803" w:type="dxa"/>
          </w:tcPr>
          <w:p w14:paraId="0DA76932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estrazione, autoregolabile, colore bianco, a portata fissa.</w:t>
            </w:r>
          </w:p>
          <w:p w14:paraId="6A7B4F12" w14:textId="710C5F33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Portata 60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 xml:space="preserve">/h. </w:t>
            </w:r>
          </w:p>
          <w:p w14:paraId="17955051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Misura DN 125.</w:t>
            </w:r>
          </w:p>
          <w:p w14:paraId="5636E0AE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2566854" w14:textId="6B13DC53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Bocchetta circolare di estrazione, autoregolabile, colore bianco, a portata fissa 60 m</w:t>
            </w:r>
            <w:r w:rsidR="00B43A4B">
              <w:rPr>
                <w:rFonts w:ascii="Poppins" w:hAnsi="Poppins" w:cs="Poppins"/>
                <w:b/>
              </w:rPr>
              <w:t>3</w:t>
            </w:r>
            <w:r w:rsidRPr="00E05187">
              <w:rPr>
                <w:rFonts w:ascii="Poppins" w:hAnsi="Poppins" w:cs="Poppins"/>
                <w:b/>
              </w:rPr>
              <w:t xml:space="preserve">/h,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617B2050" w14:textId="77777777" w:rsidTr="00610F7D">
        <w:tc>
          <w:tcPr>
            <w:tcW w:w="1398" w:type="dxa"/>
          </w:tcPr>
          <w:p w14:paraId="7C4B3547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07814370</w:t>
            </w:r>
          </w:p>
        </w:tc>
        <w:tc>
          <w:tcPr>
            <w:tcW w:w="2297" w:type="dxa"/>
          </w:tcPr>
          <w:p w14:paraId="6C47EEA9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Bocchetta circolare di estrazione, per manicotto DN 100 o DN 150, </w:t>
            </w: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 xml:space="preserve">autoregolabile, colore bianco, a portata fissa </w:t>
            </w:r>
          </w:p>
          <w:p w14:paraId="1E9BABA1" w14:textId="19F9256E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15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>/h</w:t>
            </w:r>
          </w:p>
        </w:tc>
        <w:tc>
          <w:tcPr>
            <w:tcW w:w="5803" w:type="dxa"/>
          </w:tcPr>
          <w:p w14:paraId="5513F80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Bocchetta circolare di estrazione, autoregolabile, colore bianco, a portata fissa, per abbinamento a manicotto di giunzione DN 100 o DN 125.</w:t>
            </w:r>
          </w:p>
          <w:p w14:paraId="7A20369B" w14:textId="0CA20FDC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Portata 15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>/h.</w:t>
            </w:r>
          </w:p>
          <w:p w14:paraId="40DBCC5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B3C4049" w14:textId="4A1AC6E2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Bocchetta circolare di estrazione, per manicotto DN 100 o DN 125, autoregolabile, colore bianco, a portata fissa 15 m</w:t>
            </w:r>
            <w:r w:rsidR="00B43A4B">
              <w:rPr>
                <w:rFonts w:ascii="Poppins" w:hAnsi="Poppins" w:cs="Poppins"/>
                <w:b/>
              </w:rPr>
              <w:t>3</w:t>
            </w:r>
            <w:r w:rsidRPr="00E05187">
              <w:rPr>
                <w:rFonts w:ascii="Poppins" w:hAnsi="Poppins" w:cs="Poppins"/>
                <w:b/>
              </w:rPr>
              <w:t xml:space="preserve">/h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3766129F" w14:textId="77777777" w:rsidTr="00610F7D">
        <w:tc>
          <w:tcPr>
            <w:tcW w:w="1398" w:type="dxa"/>
          </w:tcPr>
          <w:p w14:paraId="4B937733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07814380</w:t>
            </w:r>
          </w:p>
        </w:tc>
        <w:tc>
          <w:tcPr>
            <w:tcW w:w="2297" w:type="dxa"/>
          </w:tcPr>
          <w:p w14:paraId="7350CD12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Bocchetta circolare di estrazione, per manicotto DN 100 o DN 150, autoregolabile, colore bianco, a portata fissa </w:t>
            </w:r>
          </w:p>
          <w:p w14:paraId="7DD81ACE" w14:textId="612601DB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30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>/h</w:t>
            </w:r>
          </w:p>
        </w:tc>
        <w:tc>
          <w:tcPr>
            <w:tcW w:w="5803" w:type="dxa"/>
          </w:tcPr>
          <w:p w14:paraId="668946F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estrazione, autoregolabile, colore bianco, a portata fissa, per abbinamento a manicotto di giunzione DN 100 o DN 125.</w:t>
            </w:r>
          </w:p>
          <w:p w14:paraId="3B758FB6" w14:textId="46960A84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Portata 30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>/h.</w:t>
            </w:r>
          </w:p>
          <w:p w14:paraId="28170240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5BE0F85" w14:textId="6C74D202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Bocchetta circolare di estrazione, per manicotto DN 100 o DN 125, autoregolabile, colore bianco, a portata fissa 30 m</w:t>
            </w:r>
            <w:r w:rsidR="00B43A4B">
              <w:rPr>
                <w:rFonts w:ascii="Poppins" w:hAnsi="Poppins" w:cs="Poppins"/>
                <w:b/>
              </w:rPr>
              <w:t>3</w:t>
            </w:r>
            <w:r w:rsidRPr="00E05187">
              <w:rPr>
                <w:rFonts w:ascii="Poppins" w:hAnsi="Poppins" w:cs="Poppins"/>
                <w:b/>
              </w:rPr>
              <w:t xml:space="preserve">/h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7A6EB85C" w14:textId="77777777" w:rsidTr="00610F7D">
        <w:tc>
          <w:tcPr>
            <w:tcW w:w="1398" w:type="dxa"/>
          </w:tcPr>
          <w:p w14:paraId="61E5252B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07814390</w:t>
            </w:r>
          </w:p>
        </w:tc>
        <w:tc>
          <w:tcPr>
            <w:tcW w:w="2297" w:type="dxa"/>
          </w:tcPr>
          <w:p w14:paraId="2ECFC06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Bocchetta circolare di estrazione, per manicotto DN 100 o DN 150, autoregolabile, colore bianco, a portata fissa </w:t>
            </w:r>
          </w:p>
          <w:p w14:paraId="731625AF" w14:textId="7E863F94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45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>/h</w:t>
            </w:r>
          </w:p>
        </w:tc>
        <w:tc>
          <w:tcPr>
            <w:tcW w:w="5803" w:type="dxa"/>
          </w:tcPr>
          <w:p w14:paraId="33B08FBA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estrazione, autoregolabile, colore bianco, a portata fissa, per abbinamento a manicotto di giunzione DN 100 o DN 125.</w:t>
            </w:r>
          </w:p>
          <w:p w14:paraId="1786B4CE" w14:textId="6FF4B806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Portata 45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>/h.</w:t>
            </w:r>
          </w:p>
          <w:p w14:paraId="25D2FB55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A00C412" w14:textId="14A3B19A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Bocchetta circolare di estrazione, per manicotto DN 100 o DN 125, autoregolabile, colore bianco, a portata fissa 45 m</w:t>
            </w:r>
            <w:r w:rsidR="00B43A4B">
              <w:rPr>
                <w:rFonts w:ascii="Poppins" w:hAnsi="Poppins" w:cs="Poppins"/>
                <w:b/>
              </w:rPr>
              <w:t>3</w:t>
            </w:r>
            <w:r w:rsidRPr="00E05187">
              <w:rPr>
                <w:rFonts w:ascii="Poppins" w:hAnsi="Poppins" w:cs="Poppins"/>
                <w:b/>
              </w:rPr>
              <w:t xml:space="preserve">/h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50499D7E" w14:textId="77777777" w:rsidTr="00610F7D">
        <w:tc>
          <w:tcPr>
            <w:tcW w:w="1398" w:type="dxa"/>
          </w:tcPr>
          <w:p w14:paraId="04A388C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07814400</w:t>
            </w:r>
          </w:p>
        </w:tc>
        <w:tc>
          <w:tcPr>
            <w:tcW w:w="2297" w:type="dxa"/>
          </w:tcPr>
          <w:p w14:paraId="10C1F3D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Bocchetta circolare di estrazione, per manicotto DN 100 o DN 150, autoregolabile, colore bianco, a portata fissa </w:t>
            </w:r>
          </w:p>
          <w:p w14:paraId="7BB31FAB" w14:textId="3A29B67B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60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>/h</w:t>
            </w:r>
          </w:p>
        </w:tc>
        <w:tc>
          <w:tcPr>
            <w:tcW w:w="5803" w:type="dxa"/>
          </w:tcPr>
          <w:p w14:paraId="21D2CA4D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 di estrazione, autoregolabile, colore bianco, a portata fissa, per abbinamento a manicotto di giunzione DN 100 o DN 125.</w:t>
            </w:r>
          </w:p>
          <w:p w14:paraId="2EA7A418" w14:textId="1AE2546C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Portata 60 m</w:t>
            </w:r>
            <w:r w:rsidR="00B43A4B">
              <w:rPr>
                <w:rFonts w:ascii="Poppins" w:hAnsi="Poppins" w:cs="Poppins"/>
                <w:bCs/>
                <w:sz w:val="20"/>
              </w:rPr>
              <w:t>3</w:t>
            </w:r>
            <w:r w:rsidRPr="00E05187">
              <w:rPr>
                <w:rFonts w:ascii="Poppins" w:hAnsi="Poppins" w:cs="Poppins"/>
                <w:bCs/>
                <w:sz w:val="20"/>
              </w:rPr>
              <w:t>/h.</w:t>
            </w:r>
          </w:p>
          <w:p w14:paraId="704F086E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3034A64" w14:textId="4FBC3CE4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Bocchetta circolare di estrazione, per manicotto DN 100 o DN 125, autoregolabile, colore bianco, a portata fissa 60 m</w:t>
            </w:r>
            <w:r w:rsidR="00B43A4B">
              <w:rPr>
                <w:rFonts w:ascii="Poppins" w:hAnsi="Poppins" w:cs="Poppins"/>
                <w:b/>
              </w:rPr>
              <w:t>3</w:t>
            </w:r>
            <w:r w:rsidRPr="00E05187">
              <w:rPr>
                <w:rFonts w:ascii="Poppins" w:hAnsi="Poppins" w:cs="Poppins"/>
                <w:b/>
              </w:rPr>
              <w:t xml:space="preserve">/h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7A8F4F70" w14:textId="77777777" w:rsidTr="00610F7D">
        <w:tc>
          <w:tcPr>
            <w:tcW w:w="1398" w:type="dxa"/>
          </w:tcPr>
          <w:p w14:paraId="332BC956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07815860</w:t>
            </w:r>
          </w:p>
        </w:tc>
        <w:tc>
          <w:tcPr>
            <w:tcW w:w="2297" w:type="dxa"/>
          </w:tcPr>
          <w:p w14:paraId="31D7A49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Manicotto di giunzione per bocchetta di estrazione autoregolabile, a portata fissa, </w:t>
            </w:r>
          </w:p>
          <w:p w14:paraId="38D0E442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DN 100</w:t>
            </w:r>
          </w:p>
        </w:tc>
        <w:tc>
          <w:tcPr>
            <w:tcW w:w="5803" w:type="dxa"/>
          </w:tcPr>
          <w:p w14:paraId="40D17771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Manicotto di giunzione, con guarnizione, per bocchetta di estrazione autoregolabile, a portata fissa, prevista per abbinamento al manicotto stesso.</w:t>
            </w:r>
          </w:p>
          <w:p w14:paraId="3EDFFE1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Misura DN 100.</w:t>
            </w:r>
          </w:p>
          <w:p w14:paraId="3224BD76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685154F" w14:textId="6883C2EE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Manicotto di giunzione per bocchetta di estrazione autoregolabile, a portata fissa, DN 100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0864D69F" w14:textId="77777777" w:rsidTr="00610F7D">
        <w:tc>
          <w:tcPr>
            <w:tcW w:w="1398" w:type="dxa"/>
          </w:tcPr>
          <w:p w14:paraId="66E7706C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07815870</w:t>
            </w:r>
          </w:p>
        </w:tc>
        <w:tc>
          <w:tcPr>
            <w:tcW w:w="2297" w:type="dxa"/>
          </w:tcPr>
          <w:p w14:paraId="57D0DF7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Manicotto di giunzione per bocchetta di estrazione autoregolabile, a portata fissa, </w:t>
            </w:r>
          </w:p>
          <w:p w14:paraId="03189D5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DN 125</w:t>
            </w:r>
          </w:p>
        </w:tc>
        <w:tc>
          <w:tcPr>
            <w:tcW w:w="5803" w:type="dxa"/>
          </w:tcPr>
          <w:p w14:paraId="6259ABC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Manicotto di giunzione, con guarnizione, per bocchetta di estrazione autoregolabile, a portata fissa, prevista per abbinamento al manicotto stesso.</w:t>
            </w:r>
          </w:p>
          <w:p w14:paraId="252118CB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Misura DN 125.</w:t>
            </w:r>
          </w:p>
          <w:p w14:paraId="01C0E024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F6387FD" w14:textId="483EE51F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Manicotto di giunzione per bocchetta di estrazione autoregolabile, a portata fissa,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47805AAF" w14:textId="77777777" w:rsidTr="00610F7D">
        <w:tc>
          <w:tcPr>
            <w:tcW w:w="1398" w:type="dxa"/>
          </w:tcPr>
          <w:p w14:paraId="1F8A56D9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07815880</w:t>
            </w:r>
          </w:p>
        </w:tc>
        <w:tc>
          <w:tcPr>
            <w:tcW w:w="2297" w:type="dxa"/>
          </w:tcPr>
          <w:p w14:paraId="19328871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Manicotto di giunzione, per installazione in controsoffitto, per bocchetta di estrazione autoregolabile, a portata fissa, </w:t>
            </w:r>
          </w:p>
          <w:p w14:paraId="42A92713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DN 125</w:t>
            </w:r>
          </w:p>
        </w:tc>
        <w:tc>
          <w:tcPr>
            <w:tcW w:w="5803" w:type="dxa"/>
          </w:tcPr>
          <w:p w14:paraId="6E4CDD70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Manicotto di giunzione, con guarnizione, per bocchetta di estrazione autoregolabile, a portata fissa, prevista per abbinamento al manicotto stesso.</w:t>
            </w:r>
          </w:p>
          <w:p w14:paraId="15D81437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Per installazione in controsoffitto.</w:t>
            </w:r>
          </w:p>
          <w:p w14:paraId="1D8C45A5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Misura DN 125.</w:t>
            </w:r>
          </w:p>
          <w:p w14:paraId="29587F3E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3163F1F" w14:textId="0B14FA01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Manicotto di giunzione per installazione in controsoffitto, per bocchetta di estrazione autoregolabile, a portata fissa,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08AB984F" w14:textId="77777777" w:rsidTr="00610F7D">
        <w:tc>
          <w:tcPr>
            <w:tcW w:w="1398" w:type="dxa"/>
          </w:tcPr>
          <w:p w14:paraId="2223BDEC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07815890</w:t>
            </w:r>
          </w:p>
        </w:tc>
        <w:tc>
          <w:tcPr>
            <w:tcW w:w="2297" w:type="dxa"/>
          </w:tcPr>
          <w:p w14:paraId="5039D21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Manicotto di giunzione, per attraversamento parete, per bocchetta di estrazione autoregolabile, a portata fissa, </w:t>
            </w:r>
          </w:p>
          <w:p w14:paraId="553E720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DN 125</w:t>
            </w:r>
          </w:p>
        </w:tc>
        <w:tc>
          <w:tcPr>
            <w:tcW w:w="5803" w:type="dxa"/>
          </w:tcPr>
          <w:p w14:paraId="57A99265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Manicotto di giunzione, con guarnizione, per bocchetta di estrazione autoregolabile, a portata fissa, prevista per abbinamento al manicotto stesso.</w:t>
            </w:r>
          </w:p>
          <w:p w14:paraId="1F61FF57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Per attraversamento parete. Larghezza= 275 mm.</w:t>
            </w:r>
          </w:p>
          <w:p w14:paraId="0D8D6D7F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Misura DN 125.</w:t>
            </w:r>
          </w:p>
          <w:p w14:paraId="05AE6028" w14:textId="77777777" w:rsidR="00E05187" w:rsidRPr="00E05187" w:rsidRDefault="00E05187" w:rsidP="00E05187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0DAB88CB" w14:textId="0B353E82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Manicotto di giunzione per attraversamento parete, per bocchetta di estrazione autoregolabile, a portata fissa,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16389E4B" w14:textId="77777777" w:rsidTr="00610F7D">
        <w:tc>
          <w:tcPr>
            <w:tcW w:w="1398" w:type="dxa"/>
          </w:tcPr>
          <w:p w14:paraId="39FEC9E5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07815900</w:t>
            </w:r>
          </w:p>
        </w:tc>
        <w:tc>
          <w:tcPr>
            <w:tcW w:w="2297" w:type="dxa"/>
          </w:tcPr>
          <w:p w14:paraId="7E941CB2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Dispositivo fonoassorbente, per bocchetta di estrazione autoregolabile, a portata fissa, per abbinamento a manicotto per controsoffitto o attraversamento parete, DN 125</w:t>
            </w:r>
          </w:p>
        </w:tc>
        <w:tc>
          <w:tcPr>
            <w:tcW w:w="5803" w:type="dxa"/>
          </w:tcPr>
          <w:p w14:paraId="131DD5F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Dispositivo fonoassorbente, per bocchetta di estrazione autoregolabile, a portata fissa, per abbinamento a manicotto di giunzione per installazione in controsoffitto o per attraversamento parete.</w:t>
            </w:r>
          </w:p>
          <w:p w14:paraId="7AA5735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Misura DN 125.</w:t>
            </w:r>
          </w:p>
          <w:p w14:paraId="3847977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2D89B02E" w14:textId="1A73ECBD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Dispositivo fonoassorbente, per bocchetta di estrazione autoregolabile, a portata fissa, per abbinamento a manicotto per controsoffitto o attraversamento parete, DN 125 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  <w:tr w:rsidR="00E05187" w:rsidRPr="007E69BB" w14:paraId="7C3727FB" w14:textId="77777777" w:rsidTr="00610F7D">
        <w:tc>
          <w:tcPr>
            <w:tcW w:w="1398" w:type="dxa"/>
          </w:tcPr>
          <w:p w14:paraId="151D64F6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07814510</w:t>
            </w:r>
          </w:p>
        </w:tc>
        <w:tc>
          <w:tcPr>
            <w:tcW w:w="2297" w:type="dxa"/>
          </w:tcPr>
          <w:p w14:paraId="23B6F04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Bocchetta quadrata, tipo “Griglia decorativa”, di </w:t>
            </w: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estrazione o immissione, in ABS colore bianco lucido, DN 100,</w:t>
            </w:r>
          </w:p>
          <w:p w14:paraId="3C2DD05B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11W</w:t>
            </w:r>
          </w:p>
          <w:p w14:paraId="449EFBB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 </w:t>
            </w:r>
          </w:p>
        </w:tc>
        <w:tc>
          <w:tcPr>
            <w:tcW w:w="5803" w:type="dxa"/>
          </w:tcPr>
          <w:p w14:paraId="222C62D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lastRenderedPageBreak/>
              <w:t>Bocchetta quadrata, tipo “Griglia decorativa”, di estrazione o immissione, colore bianco lucido.</w:t>
            </w:r>
          </w:p>
          <w:p w14:paraId="1BD8C28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65AA6DA8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lastRenderedPageBreak/>
              <w:t>Supporto a muro diametro 100 mm (area di passaggio aria 64 cmq)</w:t>
            </w:r>
          </w:p>
          <w:p w14:paraId="563DB8F8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Retina anti-insetti in ABS autoestinguente</w:t>
            </w:r>
          </w:p>
          <w:p w14:paraId="18EDF45D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ABS autoestinguente con passaggio aria laterale ed aggancio ad incastro.</w:t>
            </w:r>
          </w:p>
          <w:p w14:paraId="7BC4475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Dimensioni placca LxHxP: 200x200x25 mm.</w:t>
            </w:r>
          </w:p>
          <w:p w14:paraId="33F186E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53D06172" w14:textId="7E6E06C3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Bocchetta quadrata, tipo “Griglia decorativa”, di estrazione o immissione, in ABS colore bianco lucido, DN 100, GRID 11W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66005CCD" w14:textId="77777777" w:rsidTr="00610F7D">
        <w:tc>
          <w:tcPr>
            <w:tcW w:w="1398" w:type="dxa"/>
          </w:tcPr>
          <w:p w14:paraId="6B05B2A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07814570</w:t>
            </w:r>
          </w:p>
        </w:tc>
        <w:tc>
          <w:tcPr>
            <w:tcW w:w="2297" w:type="dxa"/>
          </w:tcPr>
          <w:p w14:paraId="54A3B537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quadrata, tipo “Griglia decorativa”, di estrazione o immissione, in ABS colore bianco lucido, DN 125,</w:t>
            </w:r>
          </w:p>
          <w:p w14:paraId="276BE542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21W</w:t>
            </w:r>
          </w:p>
          <w:p w14:paraId="7146EC7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 </w:t>
            </w:r>
          </w:p>
        </w:tc>
        <w:tc>
          <w:tcPr>
            <w:tcW w:w="5803" w:type="dxa"/>
          </w:tcPr>
          <w:p w14:paraId="48EB7D9B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Bocchetta quadrata, tipo “Griglia decorativa”, di estrazione o immissione, colore bianco lucido.</w:t>
            </w:r>
          </w:p>
          <w:p w14:paraId="0D3E897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332B5745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Supporto a muro diametro 125 mm (area di passaggio aria 100 cmq)</w:t>
            </w:r>
          </w:p>
          <w:p w14:paraId="20BFB3C8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Retina anti-insetti in ABS autoestinguente</w:t>
            </w:r>
          </w:p>
          <w:p w14:paraId="7560BE98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ABS autoestinguente con passaggio aria laterale ed aggancio ad incastro.</w:t>
            </w:r>
          </w:p>
          <w:p w14:paraId="1B7CBD3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Dimensioni placca LxHxP: 200x200x25 mm.</w:t>
            </w:r>
          </w:p>
          <w:p w14:paraId="1B7495EB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62A81A28" w14:textId="3694E3C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Bocchetta quadrata, tipo “Griglia decorativa”, di estrazione o immissione, in ABS colore bianco lucido, DN 125, GRID 21W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36C063E9" w14:textId="77777777" w:rsidTr="00610F7D">
        <w:tc>
          <w:tcPr>
            <w:tcW w:w="1398" w:type="dxa"/>
          </w:tcPr>
          <w:p w14:paraId="36F5105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07814520</w:t>
            </w:r>
          </w:p>
        </w:tc>
        <w:tc>
          <w:tcPr>
            <w:tcW w:w="2297" w:type="dxa"/>
          </w:tcPr>
          <w:p w14:paraId="7281D59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quadrata, tipo “Griglia decorativa”, di estrazione o immissione, in ABS colore nero lucido, DN 100,</w:t>
            </w:r>
          </w:p>
          <w:p w14:paraId="79EAF955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11B</w:t>
            </w:r>
          </w:p>
          <w:p w14:paraId="466C342E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 </w:t>
            </w:r>
          </w:p>
        </w:tc>
        <w:tc>
          <w:tcPr>
            <w:tcW w:w="5803" w:type="dxa"/>
          </w:tcPr>
          <w:p w14:paraId="401A9DC1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Bocchetta quadrata, tipo “Griglia decorativa”, di estrazione o immissione, colore nero lucido.</w:t>
            </w:r>
          </w:p>
          <w:p w14:paraId="5822D52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4B58CD94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Supporto a muro diametro 100 mm (area di passaggio aria 64 cmq)</w:t>
            </w:r>
          </w:p>
          <w:p w14:paraId="28D38361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Retina anti-insetti in ABS autoestinguente</w:t>
            </w:r>
          </w:p>
          <w:p w14:paraId="5563E732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ABS autoestinguente con passaggio aria laterale ed aggancio ad incastro.</w:t>
            </w:r>
          </w:p>
          <w:p w14:paraId="74A9438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Dimensioni placca LxHxP: 200x200x25 mm.</w:t>
            </w:r>
          </w:p>
          <w:p w14:paraId="1C906E2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6BDDCAF7" w14:textId="72C2BF15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Bocchetta quadrata, tipo “Griglia decorativa”, di estrazione o immissione, in ABS colore nero lucido, DN 100, GRID 11B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7594257D" w14:textId="77777777" w:rsidTr="00610F7D">
        <w:tc>
          <w:tcPr>
            <w:tcW w:w="1398" w:type="dxa"/>
          </w:tcPr>
          <w:p w14:paraId="0DC5B6FE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07814580</w:t>
            </w:r>
          </w:p>
        </w:tc>
        <w:tc>
          <w:tcPr>
            <w:tcW w:w="2297" w:type="dxa"/>
          </w:tcPr>
          <w:p w14:paraId="7509DD7A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Bocchetta quadrata, tipo “Griglia decorativa”, di estrazione o immissione, in ABS </w:t>
            </w: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colore nero lucido, DN 125,</w:t>
            </w:r>
          </w:p>
          <w:p w14:paraId="16827BCC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21B</w:t>
            </w:r>
          </w:p>
          <w:p w14:paraId="26D3F8E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 </w:t>
            </w:r>
          </w:p>
        </w:tc>
        <w:tc>
          <w:tcPr>
            <w:tcW w:w="5803" w:type="dxa"/>
          </w:tcPr>
          <w:p w14:paraId="2D01A8A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lastRenderedPageBreak/>
              <w:t>Bocchetta quadrata, tipo “Griglia decorativa”, di estrazione o immissione, colore nero lucido.</w:t>
            </w:r>
          </w:p>
          <w:p w14:paraId="33B0524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0E525E4B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Supporto a muro diametro 125 mm (area di passaggio aria 100 cmq)</w:t>
            </w:r>
          </w:p>
          <w:p w14:paraId="08F82290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lastRenderedPageBreak/>
              <w:t>Retina anti-insetti in ABS autoestinguente</w:t>
            </w:r>
          </w:p>
          <w:p w14:paraId="3252B472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ABS autoestinguente con passaggio aria laterale ed aggancio ad incastro.</w:t>
            </w:r>
          </w:p>
          <w:p w14:paraId="29E153DB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Dimensioni placca LxHxP: 200x200x25 mm.</w:t>
            </w:r>
          </w:p>
          <w:p w14:paraId="445AB54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66E83708" w14:textId="34DE2E4F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Bocchetta quadrata, tipo “Griglia decorativa”, di estrazione o immissione, in ABS colore nero lucido, DN 125, GRID 21B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48A4DC26" w14:textId="77777777" w:rsidTr="00610F7D">
        <w:tc>
          <w:tcPr>
            <w:tcW w:w="1398" w:type="dxa"/>
          </w:tcPr>
          <w:p w14:paraId="4F6F28B7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07814530</w:t>
            </w:r>
          </w:p>
        </w:tc>
        <w:tc>
          <w:tcPr>
            <w:tcW w:w="2297" w:type="dxa"/>
          </w:tcPr>
          <w:p w14:paraId="7679DB81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quadrata, tipo “Griglia decorativa”, di estrazione o immissione, in ABS colore grigio lucido, DN 100,</w:t>
            </w:r>
          </w:p>
          <w:p w14:paraId="3BE6DAB3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11G</w:t>
            </w:r>
          </w:p>
          <w:p w14:paraId="2260E22A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 </w:t>
            </w:r>
          </w:p>
        </w:tc>
        <w:tc>
          <w:tcPr>
            <w:tcW w:w="5803" w:type="dxa"/>
          </w:tcPr>
          <w:p w14:paraId="79D136A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Bocchetta quadrata, tipo “Griglia decorativa”, di estrazione o immissione, colore grigio lucido.</w:t>
            </w:r>
          </w:p>
          <w:p w14:paraId="6A29A25E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5A46CEEE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Supporto a muro diametro 100 mm (area di passaggio aria 64 cmq)</w:t>
            </w:r>
          </w:p>
          <w:p w14:paraId="697D780B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Retina anti-insetti in ABS autoestinguente</w:t>
            </w:r>
          </w:p>
          <w:p w14:paraId="0D733A4E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ABS autoestinguente con passaggio aria laterale ed aggancio ad incastro.</w:t>
            </w:r>
          </w:p>
          <w:p w14:paraId="189082E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Dimensioni placca LxHxP: 200x200x25 mm.</w:t>
            </w:r>
          </w:p>
          <w:p w14:paraId="7AFB879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1E8E000E" w14:textId="755A5F13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Bocchetta quadrata, tipo “Griglia decorativa”, di estrazione o immissione, in ABS colore grigio lucido, DN 100, GRID 11G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6547B77A" w14:textId="77777777" w:rsidTr="00610F7D">
        <w:tc>
          <w:tcPr>
            <w:tcW w:w="1398" w:type="dxa"/>
          </w:tcPr>
          <w:p w14:paraId="779E6715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07814590</w:t>
            </w:r>
          </w:p>
        </w:tc>
        <w:tc>
          <w:tcPr>
            <w:tcW w:w="2297" w:type="dxa"/>
          </w:tcPr>
          <w:p w14:paraId="12E58333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quadrata, tipo “Griglia decorativa”, di estrazione o immissione, in ABS colore grigio lucido, DN 125,</w:t>
            </w:r>
          </w:p>
          <w:p w14:paraId="09E6E4AB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21G</w:t>
            </w:r>
          </w:p>
          <w:p w14:paraId="79DF1CE1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 </w:t>
            </w:r>
          </w:p>
        </w:tc>
        <w:tc>
          <w:tcPr>
            <w:tcW w:w="5803" w:type="dxa"/>
          </w:tcPr>
          <w:p w14:paraId="7F63DCBE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Bocchetta quadrata, tipo “Griglia decorativa”, di estrazione o immissione, colore grigio lucido.</w:t>
            </w:r>
          </w:p>
          <w:p w14:paraId="351872B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05F59C8B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Supporto a muro diametro 125 mm (area di passaggio aria 100 cmq)</w:t>
            </w:r>
          </w:p>
          <w:p w14:paraId="3A832D9B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Retina anti-insetti in ABS autoestinguente</w:t>
            </w:r>
          </w:p>
          <w:p w14:paraId="5579541F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ABS autoestinguente con passaggio aria laterale ed aggancio ad incastro.</w:t>
            </w:r>
          </w:p>
          <w:p w14:paraId="2A9D07A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Dimensioni placca LxHxP: 200x200x25 mm.</w:t>
            </w:r>
          </w:p>
          <w:p w14:paraId="653C263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4F93699E" w14:textId="06A4AF0C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Bocchetta quadrata, tipo “Griglia decorativa”, di estrazione o immissione, in ABS colore grigio lucido, DN 125, GRID 21G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1ACE0534" w14:textId="77777777" w:rsidTr="00610F7D">
        <w:tc>
          <w:tcPr>
            <w:tcW w:w="1398" w:type="dxa"/>
          </w:tcPr>
          <w:p w14:paraId="0B569E7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07814540</w:t>
            </w:r>
          </w:p>
        </w:tc>
        <w:tc>
          <w:tcPr>
            <w:tcW w:w="2297" w:type="dxa"/>
          </w:tcPr>
          <w:p w14:paraId="1508DD5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quadrata, tipo “Griglia decorativa”, di estrazione o immissione, in ABS colore bianco lucido, DN 100,</w:t>
            </w:r>
          </w:p>
          <w:p w14:paraId="10213F36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GRID 12W</w:t>
            </w:r>
          </w:p>
          <w:p w14:paraId="6682A8D9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 </w:t>
            </w:r>
          </w:p>
        </w:tc>
        <w:tc>
          <w:tcPr>
            <w:tcW w:w="5803" w:type="dxa"/>
          </w:tcPr>
          <w:p w14:paraId="3D94697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lastRenderedPageBreak/>
              <w:t>Bocchetta quadrata, tipo “Griglia decorativa”, di estrazione o immissione, colore bianco lucido.</w:t>
            </w:r>
          </w:p>
          <w:p w14:paraId="019E016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25A773E1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Supporto a muro diametro 100 mm (area di passaggio aria 64 cmq)</w:t>
            </w:r>
          </w:p>
          <w:p w14:paraId="24153477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Retina anti-insetti in ABS autoestinguente</w:t>
            </w:r>
          </w:p>
          <w:p w14:paraId="5C8A8146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lastRenderedPageBreak/>
              <w:t>Placca frontale in ABS autoestinguente con passaggio aria laterale ed aggancio ad incastro.</w:t>
            </w:r>
          </w:p>
          <w:p w14:paraId="488E39E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Dimensioni placca LxHxP: 200x200x25 mm.</w:t>
            </w:r>
          </w:p>
          <w:p w14:paraId="1351130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285332BB" w14:textId="7189A768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Bocchetta quadrata, tipo “Griglia decorativa”, di estrazione o immissione, in ABS colore bianco lucido, DN 100, GRID 12W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3965D968" w14:textId="77777777" w:rsidTr="00610F7D">
        <w:tc>
          <w:tcPr>
            <w:tcW w:w="1398" w:type="dxa"/>
          </w:tcPr>
          <w:p w14:paraId="6CAA6A7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07814600</w:t>
            </w:r>
          </w:p>
        </w:tc>
        <w:tc>
          <w:tcPr>
            <w:tcW w:w="2297" w:type="dxa"/>
          </w:tcPr>
          <w:p w14:paraId="60C42C01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quadrata, tipo “Griglia decorativa”, di estrazione o immissione, in ABS colore bianco lucido, DN 125,</w:t>
            </w:r>
          </w:p>
          <w:p w14:paraId="60D90019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22W</w:t>
            </w:r>
          </w:p>
          <w:p w14:paraId="7FE5A1D5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 </w:t>
            </w:r>
          </w:p>
        </w:tc>
        <w:tc>
          <w:tcPr>
            <w:tcW w:w="5803" w:type="dxa"/>
          </w:tcPr>
          <w:p w14:paraId="277E780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Bocchetta quadrata, tipo “Griglia decorativa”, di estrazione o immissione, colore bianco lucido.</w:t>
            </w:r>
          </w:p>
          <w:p w14:paraId="39CF133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5821C035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Supporto a muro diametro 125 mm (area di passaggio aria 100 cmq)</w:t>
            </w:r>
          </w:p>
          <w:p w14:paraId="21D7A22C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Retina anti-insetti in ABS autoestinguente</w:t>
            </w:r>
          </w:p>
          <w:p w14:paraId="6875418E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ABS autoestinguente con passaggio aria laterale ed aggancio ad incastro.</w:t>
            </w:r>
          </w:p>
          <w:p w14:paraId="7560E10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Dimensioni placca LxHxP: 200x200x25 mm.</w:t>
            </w:r>
          </w:p>
          <w:p w14:paraId="20A63186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22C6A2F2" w14:textId="0EAAB0F9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Bocchetta quadrata, tipo “Griglia decorativa”, di estrazione o immissione, in ABS colore bianco lucido, DN 125, GRID 22W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05E32A04" w14:textId="77777777" w:rsidTr="00610F7D">
        <w:tc>
          <w:tcPr>
            <w:tcW w:w="1398" w:type="dxa"/>
          </w:tcPr>
          <w:p w14:paraId="13524D2A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07814550</w:t>
            </w:r>
          </w:p>
        </w:tc>
        <w:tc>
          <w:tcPr>
            <w:tcW w:w="2297" w:type="dxa"/>
          </w:tcPr>
          <w:p w14:paraId="57670AB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quadrata, tipo “Griglia decorativa”, di estrazione o immissione, in gres colore bianco opaco, DN 100,</w:t>
            </w:r>
          </w:p>
          <w:p w14:paraId="2711F84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13W</w:t>
            </w:r>
          </w:p>
          <w:p w14:paraId="776D81D1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 </w:t>
            </w:r>
          </w:p>
        </w:tc>
        <w:tc>
          <w:tcPr>
            <w:tcW w:w="5803" w:type="dxa"/>
          </w:tcPr>
          <w:p w14:paraId="3F1A3593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Bocchetta quadrata, tipo “Griglia decorativa”, di estrazione o immissione, colore bianco opaco.</w:t>
            </w:r>
          </w:p>
          <w:p w14:paraId="6B860B9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10785D41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Supporto a muro diametro 100 mm (area di passaggio aria 64 cmq)</w:t>
            </w:r>
          </w:p>
          <w:p w14:paraId="749E4A92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Retina anti-insetti in ABS autoestinguente</w:t>
            </w:r>
          </w:p>
          <w:p w14:paraId="779FB993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gres ceramico con passaggio aria laterale ed aggancio ad incastro.</w:t>
            </w:r>
          </w:p>
          <w:p w14:paraId="459F240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Dimensioni placca LxHxP: 200x200x20 mm.</w:t>
            </w:r>
          </w:p>
          <w:p w14:paraId="0536027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0409C54F" w14:textId="41AABF05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Bocchetta quadrata, tipo “Griglia decorativa”, di estrazione o immissione, in gres colore bianco opaco, DN 100, GRID 13W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00DAFFAF" w14:textId="77777777" w:rsidTr="00610F7D">
        <w:tc>
          <w:tcPr>
            <w:tcW w:w="1398" w:type="dxa"/>
          </w:tcPr>
          <w:p w14:paraId="39B0BB07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07814610</w:t>
            </w:r>
          </w:p>
        </w:tc>
        <w:tc>
          <w:tcPr>
            <w:tcW w:w="2297" w:type="dxa"/>
          </w:tcPr>
          <w:p w14:paraId="4C03D81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quadrata, tipo “Griglia decorativa”, di estrazione o immissione, in gres colore bianco opaco, DN 125,</w:t>
            </w:r>
          </w:p>
          <w:p w14:paraId="4A855D9E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23W</w:t>
            </w:r>
          </w:p>
          <w:p w14:paraId="796554E1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 xml:space="preserve"> </w:t>
            </w:r>
          </w:p>
        </w:tc>
        <w:tc>
          <w:tcPr>
            <w:tcW w:w="5803" w:type="dxa"/>
          </w:tcPr>
          <w:p w14:paraId="3F763DD0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lastRenderedPageBreak/>
              <w:t>Bocchetta quadrata, tipo “Griglia decorativa”, di estrazione o immissione, colore bianco opaco.</w:t>
            </w:r>
          </w:p>
          <w:p w14:paraId="362E3AFE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2699E15D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Supporto a muro diametro 80 mm (area di passaggio aria 100 cmq)</w:t>
            </w:r>
          </w:p>
          <w:p w14:paraId="78678460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Retina anti-insetti in ABS autoestinguente</w:t>
            </w:r>
          </w:p>
          <w:p w14:paraId="364E3DAD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gres ceramico con passaggio aria laterale ed aggancio ad incastro.</w:t>
            </w:r>
          </w:p>
          <w:p w14:paraId="72A0F7C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lastRenderedPageBreak/>
              <w:t>Dimensioni placca LxHxP: 200x200x20 mm.</w:t>
            </w:r>
          </w:p>
          <w:p w14:paraId="244E76A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712A5A66" w14:textId="148617B2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Bocchetta quadrata, tipo “Griglia decorativa”, di estrazione o immissione, in gres colore bianco opaco, DN 125, GRID 23W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1DD77D50" w14:textId="77777777" w:rsidTr="00610F7D">
        <w:tc>
          <w:tcPr>
            <w:tcW w:w="1398" w:type="dxa"/>
          </w:tcPr>
          <w:p w14:paraId="6C8F7D2A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07814560</w:t>
            </w:r>
          </w:p>
        </w:tc>
        <w:tc>
          <w:tcPr>
            <w:tcW w:w="2297" w:type="dxa"/>
          </w:tcPr>
          <w:p w14:paraId="57C1B4FC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circolare, tipo “Griglia decorativa”, di estrazione o immissione, in gres colore bianco opaco, DN 100,</w:t>
            </w:r>
          </w:p>
          <w:p w14:paraId="3D490F2C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14W</w:t>
            </w:r>
          </w:p>
          <w:p w14:paraId="36D7ECD7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 </w:t>
            </w:r>
          </w:p>
        </w:tc>
        <w:tc>
          <w:tcPr>
            <w:tcW w:w="5803" w:type="dxa"/>
          </w:tcPr>
          <w:p w14:paraId="14A5D67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Bocchetta circolare, tipo “Griglia decorativa”, di estrazione o immissione, colore bianco opaco.</w:t>
            </w:r>
          </w:p>
          <w:p w14:paraId="39223FD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71F8116A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Supporto a muro diametro 100 mm (area di passaggio aria 64 cmq)</w:t>
            </w:r>
          </w:p>
          <w:p w14:paraId="54C10871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Retina anti-insetti in ABS autoestinguente</w:t>
            </w:r>
          </w:p>
          <w:p w14:paraId="0C6DB77D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gres ceramico con passaggio aria laterale ed aggancio ad incastro.</w:t>
            </w:r>
          </w:p>
          <w:p w14:paraId="6824E11E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Dimensioni placca Diametro x P: 200 x 20 mm.</w:t>
            </w:r>
          </w:p>
          <w:p w14:paraId="69DD2A4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64AB61E5" w14:textId="170578B1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Bocchetta circolare, tipo “Griglia decorativa”, di estrazione o immissione, in gres colore bianco opaco, DN 100, GRID 14W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3118BA44" w14:textId="77777777" w:rsidTr="00610F7D">
        <w:tc>
          <w:tcPr>
            <w:tcW w:w="1398" w:type="dxa"/>
          </w:tcPr>
          <w:p w14:paraId="6EEF27D9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07814620</w:t>
            </w:r>
          </w:p>
        </w:tc>
        <w:tc>
          <w:tcPr>
            <w:tcW w:w="2297" w:type="dxa"/>
          </w:tcPr>
          <w:p w14:paraId="67D89C1A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circolare, tipo “Griglia decorativa”, di estrazione o immissione, in gres colore bianco opaco, DN 125,</w:t>
            </w:r>
          </w:p>
          <w:p w14:paraId="7BE97D6A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24W</w:t>
            </w:r>
          </w:p>
          <w:p w14:paraId="477D41E5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 xml:space="preserve"> </w:t>
            </w:r>
          </w:p>
        </w:tc>
        <w:tc>
          <w:tcPr>
            <w:tcW w:w="5803" w:type="dxa"/>
          </w:tcPr>
          <w:p w14:paraId="2B55C7BB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Bocchetta circolare, tipo “Griglia decorativa”, di estrazione o immissione, colore bianco opaco.</w:t>
            </w:r>
          </w:p>
          <w:p w14:paraId="14DC2D1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5DBADB97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Supporto a muro diametro 125 mm (area di passaggio aria 100 cmq)</w:t>
            </w:r>
          </w:p>
          <w:p w14:paraId="648722F2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Retina anti-insetti in ABS autoestinguente</w:t>
            </w:r>
          </w:p>
          <w:p w14:paraId="2F5477C1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gres ceramico con passaggio aria laterale ed aggancio ad incastro.</w:t>
            </w:r>
          </w:p>
          <w:p w14:paraId="5682F8C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Dimensioni placca Diametro x P: 200 x 20 mm.</w:t>
            </w:r>
          </w:p>
          <w:p w14:paraId="798F106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00755A60" w14:textId="709287A7" w:rsidR="00E05187" w:rsidRPr="00E05187" w:rsidRDefault="00E05187" w:rsidP="00E05187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Bocchetta circolare, tipo “Griglia decorativa”, di estrazione o immissione, in gres colore bianco opaco, DN 125, GRID 24W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5C8D6216" w14:textId="77777777" w:rsidTr="00610F7D">
        <w:tc>
          <w:tcPr>
            <w:tcW w:w="1398" w:type="dxa"/>
          </w:tcPr>
          <w:p w14:paraId="1CAE8EA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07814640</w:t>
            </w:r>
          </w:p>
        </w:tc>
        <w:tc>
          <w:tcPr>
            <w:tcW w:w="2297" w:type="dxa"/>
          </w:tcPr>
          <w:p w14:paraId="6FA4959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quadrata, tipo “Griglia decorativa”, di estrazione o immissione, in acciaio inox, colore, grigio opaco DN 100,</w:t>
            </w:r>
          </w:p>
          <w:p w14:paraId="180BCB6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15G</w:t>
            </w:r>
          </w:p>
        </w:tc>
        <w:tc>
          <w:tcPr>
            <w:tcW w:w="5803" w:type="dxa"/>
          </w:tcPr>
          <w:p w14:paraId="17866B0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Bocchetta quadrata, tipo “Griglia decorativa”, di estrazione o immissione, in acciaio inox di colore grigio opaco.</w:t>
            </w:r>
          </w:p>
          <w:p w14:paraId="1AC5ECFA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3620F415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Supporto a muro diametro 100 mm (area di passaggio aria 64 cmq)</w:t>
            </w:r>
          </w:p>
          <w:p w14:paraId="2940AB7D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Retina anti-insetti in ABS autoestinguente</w:t>
            </w:r>
          </w:p>
          <w:p w14:paraId="30FF966E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acciaio inox con passaggio aria laterale ed aggancio a magneti.</w:t>
            </w:r>
          </w:p>
          <w:p w14:paraId="583AC06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Dimensioni placca LxHxP: 200x200x25 mm.</w:t>
            </w:r>
          </w:p>
          <w:p w14:paraId="60F3B2A3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00191027" w14:textId="624F5B29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Bocchetta quadrata, tipo “Griglia decorativa”, di estrazione o immissione, in acciaio inox, colore, grigio opaco DN 100, GRID 15G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4A0E161C" w14:textId="77777777" w:rsidTr="00610F7D">
        <w:tc>
          <w:tcPr>
            <w:tcW w:w="1398" w:type="dxa"/>
          </w:tcPr>
          <w:p w14:paraId="36F8CF7E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07814660</w:t>
            </w:r>
          </w:p>
        </w:tc>
        <w:tc>
          <w:tcPr>
            <w:tcW w:w="2297" w:type="dxa"/>
          </w:tcPr>
          <w:p w14:paraId="023CF2AA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quadrata, tipo “Griglia decorativa”, di estrazione o immissione, in acciaio inox, colore, grigio opaco DN 125,</w:t>
            </w:r>
          </w:p>
          <w:p w14:paraId="773607B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25G</w:t>
            </w:r>
          </w:p>
        </w:tc>
        <w:tc>
          <w:tcPr>
            <w:tcW w:w="5803" w:type="dxa"/>
          </w:tcPr>
          <w:p w14:paraId="6ED3253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Bocchetta quadrata, tipo “Griglia decorativa”, di estrazione o immissione, in acciaio inox di colore grigio opaco.</w:t>
            </w:r>
          </w:p>
          <w:p w14:paraId="35488E9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3B942E2C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Supporto a muro diametro 125 mm (area di passaggio aria 100 cmq)</w:t>
            </w:r>
          </w:p>
          <w:p w14:paraId="3EBC219B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Retina anti-insetti in ABS autoestinguente</w:t>
            </w:r>
          </w:p>
          <w:p w14:paraId="5262060F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acciaio inox con passaggio aria laterale ed aggancio a magneti.</w:t>
            </w:r>
          </w:p>
          <w:p w14:paraId="158F439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Dimensioni placca LxHxP: 200x200x25 mm.</w:t>
            </w:r>
          </w:p>
          <w:p w14:paraId="3421D9E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11B0E356" w14:textId="6F6E8963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Bocchetta quadrata, tipo “Griglia decorativa”, di estrazione o immissione, in acciaio inox, colore, grigio opaco DN 125, GRID 25G 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330FABB8" w14:textId="77777777" w:rsidTr="00610F7D">
        <w:tc>
          <w:tcPr>
            <w:tcW w:w="1398" w:type="dxa"/>
          </w:tcPr>
          <w:p w14:paraId="19730F09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07814630</w:t>
            </w:r>
          </w:p>
        </w:tc>
        <w:tc>
          <w:tcPr>
            <w:tcW w:w="2297" w:type="dxa"/>
          </w:tcPr>
          <w:p w14:paraId="6E147E1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quadrata, tipo “Griglia decorativa”, di estrazione o immissione, in vetro temperato, DN 100,</w:t>
            </w:r>
          </w:p>
          <w:p w14:paraId="233656E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16W</w:t>
            </w:r>
          </w:p>
        </w:tc>
        <w:tc>
          <w:tcPr>
            <w:tcW w:w="5803" w:type="dxa"/>
          </w:tcPr>
          <w:p w14:paraId="76B0C33E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Bocchetta quadrata, tipo “Griglia decorativa”, di estrazione o immissione, in vetro temperato.</w:t>
            </w:r>
          </w:p>
          <w:p w14:paraId="763F0DDE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6C03F0A9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Supporto a muro diametro 100 mm (area di passaggio aria 64 cmq)</w:t>
            </w:r>
          </w:p>
          <w:p w14:paraId="6E347CB3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Retina anti-insetti in ABS autoestinguente</w:t>
            </w:r>
          </w:p>
          <w:p w14:paraId="6EA0E239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vetro temperato con passaggio aria laterale ed aggancio a magneti.</w:t>
            </w:r>
          </w:p>
          <w:p w14:paraId="2D13A702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Dimensioni placca LxHxP: 200x200x25 mm.</w:t>
            </w:r>
          </w:p>
          <w:p w14:paraId="65FACCC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618E819F" w14:textId="302D08AB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Bocchetta quadrata, tipo “Griglia decorativa”, di estrazione o immissione, in vetro temperato, DN 100, GRID 16W</w:t>
            </w:r>
            <w:r w:rsidR="00FC18B4">
              <w:rPr>
                <w:rFonts w:ascii="Poppins" w:hAnsi="Poppins" w:cs="Poppins"/>
                <w:b/>
                <w:sz w:val="20"/>
              </w:rPr>
              <w:t xml:space="preserve"> o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71E73E01" w14:textId="77777777" w:rsidTr="00610F7D">
        <w:tc>
          <w:tcPr>
            <w:tcW w:w="1398" w:type="dxa"/>
          </w:tcPr>
          <w:p w14:paraId="7B3B8E74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07814650</w:t>
            </w:r>
          </w:p>
        </w:tc>
        <w:tc>
          <w:tcPr>
            <w:tcW w:w="2297" w:type="dxa"/>
          </w:tcPr>
          <w:p w14:paraId="36D4E576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quadrata, tipo “Griglia decorativa”, di estrazione o immissione, in vetro temperato, DN 125,</w:t>
            </w:r>
          </w:p>
          <w:p w14:paraId="2073BA4F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26W</w:t>
            </w:r>
          </w:p>
        </w:tc>
        <w:tc>
          <w:tcPr>
            <w:tcW w:w="5803" w:type="dxa"/>
          </w:tcPr>
          <w:p w14:paraId="12BF2565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Bocchetta quadrata, tipo “Griglia decorativa”, di estrazione o immissione, in vetro temperato.</w:t>
            </w:r>
          </w:p>
          <w:p w14:paraId="4A0A4C1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0816C5C3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Supporto a muro diametro 125 mm (area di passaggio aria 100 cmq)</w:t>
            </w:r>
          </w:p>
          <w:p w14:paraId="6CAD796B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Retina anti-insetti in ABS autoestinguente</w:t>
            </w:r>
          </w:p>
          <w:p w14:paraId="5617E4D2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vetro temperato con passaggio aria laterale ed aggancio a magneti.</w:t>
            </w:r>
          </w:p>
          <w:p w14:paraId="6DB23C4E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lastRenderedPageBreak/>
              <w:t>Dimensioni placca LxHxP: 200x200x25 mm.</w:t>
            </w:r>
          </w:p>
          <w:p w14:paraId="69C06B61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15E44993" w14:textId="43ABDB12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Bocchetta quadrata, tipo “Griglia decorativa”, di estrazione o immissione, in vetro temperato, DN 125, GRID 26W </w:t>
            </w:r>
            <w:r w:rsidR="00FC18B4">
              <w:rPr>
                <w:rFonts w:ascii="Poppins" w:hAnsi="Poppins" w:cs="Poppins"/>
                <w:b/>
                <w:sz w:val="20"/>
              </w:rPr>
              <w:t xml:space="preserve">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4D643D1E" w14:textId="77777777" w:rsidTr="00610F7D">
        <w:tc>
          <w:tcPr>
            <w:tcW w:w="1398" w:type="dxa"/>
          </w:tcPr>
          <w:p w14:paraId="4F428FA5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lastRenderedPageBreak/>
              <w:t>07814680</w:t>
            </w:r>
          </w:p>
        </w:tc>
        <w:tc>
          <w:tcPr>
            <w:tcW w:w="2297" w:type="dxa"/>
          </w:tcPr>
          <w:p w14:paraId="478D7A58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quadrata, tipo “Griglia decorativa”, di estrazione o immissione, in acciaio inox, colore, grigio opaco, DN 80,</w:t>
            </w:r>
          </w:p>
          <w:p w14:paraId="199B4DC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37W</w:t>
            </w:r>
          </w:p>
        </w:tc>
        <w:tc>
          <w:tcPr>
            <w:tcW w:w="5803" w:type="dxa"/>
          </w:tcPr>
          <w:p w14:paraId="76045E0D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Bocchetta quadrata, tipo “Griglia decorativa”, di estrazione o immissione, in acciaio inox di colore grigio opaco.</w:t>
            </w:r>
          </w:p>
          <w:p w14:paraId="20991BD9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2CCE28E1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 xml:space="preserve">Supporto a muro diametro 80 mm </w:t>
            </w:r>
          </w:p>
          <w:p w14:paraId="7C02F96E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acciaio inox con passaggio aria laterale ed aggancio a magneti.</w:t>
            </w:r>
          </w:p>
          <w:p w14:paraId="1927EBEC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Dimensioni placca LxHxP: 150x150x25 mm.</w:t>
            </w:r>
          </w:p>
          <w:p w14:paraId="2B92730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2C54D460" w14:textId="68566DF9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Bocchetta quadrata, tipo “Griglia decorativa”, di estrazione o immissione, in acciaio inox, colore, grigio opaco, DN 80, GRID 37W</w:t>
            </w:r>
            <w:r w:rsidR="00302CAA">
              <w:rPr>
                <w:rFonts w:ascii="Poppins" w:hAnsi="Poppins" w:cs="Poppins"/>
                <w:b/>
                <w:sz w:val="20"/>
              </w:rPr>
              <w:t xml:space="preserve"> o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5B6D58D5" w14:textId="77777777" w:rsidTr="00610F7D">
        <w:tc>
          <w:tcPr>
            <w:tcW w:w="1398" w:type="dxa"/>
          </w:tcPr>
          <w:p w14:paraId="1989845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07814670</w:t>
            </w:r>
          </w:p>
        </w:tc>
        <w:tc>
          <w:tcPr>
            <w:tcW w:w="2297" w:type="dxa"/>
          </w:tcPr>
          <w:p w14:paraId="4BA79CCE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Bocchetta quadrata, tipo “Griglia decorativa”, di estrazione o immissione, in vetro temperato, DN 80,</w:t>
            </w:r>
          </w:p>
          <w:p w14:paraId="78376D70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GRID 36W</w:t>
            </w:r>
          </w:p>
        </w:tc>
        <w:tc>
          <w:tcPr>
            <w:tcW w:w="5803" w:type="dxa"/>
          </w:tcPr>
          <w:p w14:paraId="016E6364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Bocchetta quadrata, tipo “Griglia decorativa”, di estrazione o immissione, in vetro temperato.</w:t>
            </w:r>
          </w:p>
          <w:p w14:paraId="02E7B6FE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Costituita da:</w:t>
            </w:r>
          </w:p>
          <w:p w14:paraId="0E63E294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 xml:space="preserve">Supporto a muro diametro 80 mm </w:t>
            </w:r>
          </w:p>
          <w:p w14:paraId="28F7FE80" w14:textId="77777777" w:rsidR="00E05187" w:rsidRPr="00E05187" w:rsidRDefault="00E05187" w:rsidP="00E05187">
            <w:pPr>
              <w:pStyle w:val="Testocommento"/>
              <w:numPr>
                <w:ilvl w:val="0"/>
                <w:numId w:val="36"/>
              </w:numPr>
              <w:jc w:val="both"/>
              <w:rPr>
                <w:rFonts w:ascii="Poppins" w:hAnsi="Poppins" w:cs="Poppins"/>
                <w:b/>
                <w:bCs/>
              </w:rPr>
            </w:pPr>
            <w:r w:rsidRPr="00E05187">
              <w:rPr>
                <w:rFonts w:ascii="Poppins" w:hAnsi="Poppins" w:cs="Poppins"/>
                <w:bCs/>
              </w:rPr>
              <w:t>Placca frontale in acciaio inox con passaggio aria laterale ed aggancio a magneti.</w:t>
            </w:r>
          </w:p>
          <w:p w14:paraId="4CEB3E91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Dimensioni placca LxHxP: 150x150x25 mm.</w:t>
            </w:r>
          </w:p>
          <w:p w14:paraId="77CC1C7F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</w:p>
          <w:p w14:paraId="6C6E3828" w14:textId="108A49D7" w:rsidR="00E05187" w:rsidRPr="00E05187" w:rsidRDefault="00E05187" w:rsidP="00E05187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E05187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0110D3">
              <w:rPr>
                <w:rFonts w:ascii="Poppins" w:hAnsi="Poppins" w:cs="Poppins"/>
                <w:b/>
                <w:sz w:val="20"/>
              </w:rPr>
              <w:t>Emmeti</w:t>
            </w:r>
            <w:r w:rsidRPr="00E05187">
              <w:rPr>
                <w:rFonts w:ascii="Poppins" w:hAnsi="Poppins" w:cs="Poppins"/>
                <w:b/>
                <w:sz w:val="20"/>
              </w:rPr>
              <w:t xml:space="preserve"> – Modello Bocchetta quadrata, tipo “Griglia decorativa”, di estrazione o immissione, in vetro temperato, DN 80, GRID 36W </w:t>
            </w:r>
            <w:r w:rsidR="00814432">
              <w:rPr>
                <w:rFonts w:ascii="Poppins" w:hAnsi="Poppins" w:cs="Poppins"/>
                <w:b/>
                <w:sz w:val="20"/>
              </w:rPr>
              <w:t xml:space="preserve">o </w:t>
            </w:r>
            <w:r w:rsidR="000110D3">
              <w:rPr>
                <w:rFonts w:ascii="Poppins" w:hAnsi="Poppins" w:cs="Poppins"/>
                <w:b/>
                <w:sz w:val="20"/>
              </w:rPr>
              <w:t>equivalente.</w:t>
            </w:r>
          </w:p>
        </w:tc>
      </w:tr>
      <w:tr w:rsidR="00E05187" w:rsidRPr="007E69BB" w14:paraId="0E5087D7" w14:textId="77777777" w:rsidTr="00610F7D">
        <w:tc>
          <w:tcPr>
            <w:tcW w:w="1398" w:type="dxa"/>
          </w:tcPr>
          <w:p w14:paraId="0CF5B86D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07814690</w:t>
            </w:r>
          </w:p>
        </w:tc>
        <w:tc>
          <w:tcPr>
            <w:tcW w:w="2297" w:type="dxa"/>
          </w:tcPr>
          <w:p w14:paraId="49B0E74B" w14:textId="77777777" w:rsidR="00E05187" w:rsidRPr="00E05187" w:rsidRDefault="00E05187" w:rsidP="00E05187">
            <w:pPr>
              <w:jc w:val="center"/>
              <w:rPr>
                <w:rFonts w:ascii="Poppins" w:hAnsi="Poppins" w:cs="Poppins"/>
                <w:bCs/>
                <w:sz w:val="20"/>
              </w:rPr>
            </w:pPr>
            <w:r w:rsidRPr="00E05187">
              <w:rPr>
                <w:rFonts w:ascii="Poppins" w:hAnsi="Poppins" w:cs="Poppins"/>
                <w:bCs/>
                <w:sz w:val="20"/>
              </w:rPr>
              <w:t>Filtro per griglia quadra</w:t>
            </w:r>
          </w:p>
        </w:tc>
        <w:tc>
          <w:tcPr>
            <w:tcW w:w="5803" w:type="dxa"/>
          </w:tcPr>
          <w:p w14:paraId="22A5FCD8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Cs/>
              </w:rPr>
              <w:t>Filtro antipolvere per griglia quadra 170 x 170 mm.</w:t>
            </w:r>
          </w:p>
          <w:p w14:paraId="54E1A0B7" w14:textId="77777777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6EDF79CC" w14:textId="71A1C768" w:rsidR="00E05187" w:rsidRPr="00E05187" w:rsidRDefault="00E05187" w:rsidP="00E05187">
            <w:pPr>
              <w:pStyle w:val="Testocommento"/>
              <w:jc w:val="both"/>
              <w:rPr>
                <w:rFonts w:ascii="Poppins" w:hAnsi="Poppins" w:cs="Poppins"/>
                <w:bCs/>
              </w:rPr>
            </w:pPr>
            <w:r w:rsidRPr="00E05187">
              <w:rPr>
                <w:rFonts w:ascii="Poppins" w:hAnsi="Poppins" w:cs="Poppins"/>
                <w:b/>
              </w:rPr>
              <w:t xml:space="preserve">Marca </w:t>
            </w:r>
            <w:r w:rsidR="000110D3">
              <w:rPr>
                <w:rFonts w:ascii="Poppins" w:hAnsi="Poppins" w:cs="Poppins"/>
                <w:b/>
              </w:rPr>
              <w:t>Emmeti</w:t>
            </w:r>
            <w:r w:rsidRPr="00E05187">
              <w:rPr>
                <w:rFonts w:ascii="Poppins" w:hAnsi="Poppins" w:cs="Poppins"/>
                <w:b/>
              </w:rPr>
              <w:t xml:space="preserve"> – Modello Filtro per griglia quadra </w:t>
            </w:r>
            <w:r w:rsidR="00814432">
              <w:rPr>
                <w:rFonts w:ascii="Poppins" w:hAnsi="Poppins" w:cs="Poppins"/>
                <w:b/>
              </w:rPr>
              <w:t xml:space="preserve">o </w:t>
            </w:r>
            <w:r w:rsidR="000110D3">
              <w:rPr>
                <w:rFonts w:ascii="Poppins" w:hAnsi="Poppins" w:cs="Poppins"/>
                <w:b/>
              </w:rPr>
              <w:t>equivalente.</w:t>
            </w:r>
          </w:p>
        </w:tc>
      </w:tr>
    </w:tbl>
    <w:p w14:paraId="4277F8FB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68EC6" w14:textId="77777777" w:rsidR="00B15B87" w:rsidRDefault="00B15B87">
      <w:r>
        <w:separator/>
      </w:r>
    </w:p>
  </w:endnote>
  <w:endnote w:type="continuationSeparator" w:id="0">
    <w:p w14:paraId="50BC57F5" w14:textId="77777777" w:rsidR="00B15B87" w:rsidRDefault="00B1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499C0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32D80929" w14:textId="77777777" w:rsidTr="004706FD">
      <w:tc>
        <w:tcPr>
          <w:tcW w:w="4534" w:type="dxa"/>
        </w:tcPr>
        <w:p w14:paraId="385B2920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E05187">
            <w:rPr>
              <w:rFonts w:ascii="Poppins" w:hAnsi="Poppins" w:cs="Poppins"/>
              <w:iCs/>
              <w:noProof/>
              <w:sz w:val="16"/>
            </w:rPr>
            <w:t>Tubazioni, Plenum e Terminali per VMC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1C458A51" w14:textId="36F51F6F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454BDD">
            <w:rPr>
              <w:rFonts w:ascii="Poppins" w:hAnsi="Poppins" w:cs="Poppins"/>
              <w:noProof/>
              <w:sz w:val="14"/>
              <w:szCs w:val="14"/>
            </w:rPr>
            <w:t>27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24E44B87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55BFE852" wp14:editId="3E4075AB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59640" w14:textId="77777777" w:rsidR="00B15B87" w:rsidRDefault="00B15B87">
      <w:r>
        <w:separator/>
      </w:r>
    </w:p>
  </w:footnote>
  <w:footnote w:type="continuationSeparator" w:id="0">
    <w:p w14:paraId="75AEE005" w14:textId="77777777" w:rsidR="00B15B87" w:rsidRDefault="00B15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86DCA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5E82035C" wp14:editId="3CC7BD8F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1FC8E076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7857CEEE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5666F"/>
    <w:multiLevelType w:val="hybridMultilevel"/>
    <w:tmpl w:val="8056C230"/>
    <w:lvl w:ilvl="0" w:tplc="42E24286">
      <w:start w:val="15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453BC"/>
    <w:multiLevelType w:val="hybridMultilevel"/>
    <w:tmpl w:val="976A5CF0"/>
    <w:lvl w:ilvl="0" w:tplc="2B7A3D0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76099B"/>
    <w:multiLevelType w:val="hybridMultilevel"/>
    <w:tmpl w:val="7FF0A9B0"/>
    <w:lvl w:ilvl="0" w:tplc="BF522B8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25274381">
    <w:abstractNumId w:val="20"/>
  </w:num>
  <w:num w:numId="2" w16cid:durableId="1005210385">
    <w:abstractNumId w:val="19"/>
  </w:num>
  <w:num w:numId="3" w16cid:durableId="1813253146">
    <w:abstractNumId w:val="9"/>
  </w:num>
  <w:num w:numId="4" w16cid:durableId="190579792">
    <w:abstractNumId w:val="4"/>
  </w:num>
  <w:num w:numId="5" w16cid:durableId="1040281346">
    <w:abstractNumId w:val="16"/>
  </w:num>
  <w:num w:numId="6" w16cid:durableId="628977060">
    <w:abstractNumId w:val="14"/>
  </w:num>
  <w:num w:numId="7" w16cid:durableId="298849297">
    <w:abstractNumId w:val="11"/>
  </w:num>
  <w:num w:numId="8" w16cid:durableId="1523127057">
    <w:abstractNumId w:val="14"/>
  </w:num>
  <w:num w:numId="9" w16cid:durableId="780296348">
    <w:abstractNumId w:val="0"/>
  </w:num>
  <w:num w:numId="10" w16cid:durableId="1671980925">
    <w:abstractNumId w:val="14"/>
  </w:num>
  <w:num w:numId="11" w16cid:durableId="1688868821">
    <w:abstractNumId w:val="24"/>
  </w:num>
  <w:num w:numId="12" w16cid:durableId="1374843452">
    <w:abstractNumId w:val="27"/>
  </w:num>
  <w:num w:numId="13" w16cid:durableId="1602882586">
    <w:abstractNumId w:val="23"/>
  </w:num>
  <w:num w:numId="14" w16cid:durableId="1176461224">
    <w:abstractNumId w:val="12"/>
  </w:num>
  <w:num w:numId="15" w16cid:durableId="475221374">
    <w:abstractNumId w:val="25"/>
  </w:num>
  <w:num w:numId="16" w16cid:durableId="893740543">
    <w:abstractNumId w:val="30"/>
  </w:num>
  <w:num w:numId="17" w16cid:durableId="420224435">
    <w:abstractNumId w:val="32"/>
  </w:num>
  <w:num w:numId="18" w16cid:durableId="1690371908">
    <w:abstractNumId w:val="26"/>
  </w:num>
  <w:num w:numId="19" w16cid:durableId="1910724380">
    <w:abstractNumId w:val="1"/>
  </w:num>
  <w:num w:numId="20" w16cid:durableId="1299845210">
    <w:abstractNumId w:val="2"/>
  </w:num>
  <w:num w:numId="21" w16cid:durableId="759447650">
    <w:abstractNumId w:val="17"/>
  </w:num>
  <w:num w:numId="22" w16cid:durableId="584581451">
    <w:abstractNumId w:val="6"/>
  </w:num>
  <w:num w:numId="23" w16cid:durableId="761150305">
    <w:abstractNumId w:val="22"/>
  </w:num>
  <w:num w:numId="24" w16cid:durableId="61487772">
    <w:abstractNumId w:val="31"/>
  </w:num>
  <w:num w:numId="25" w16cid:durableId="1439528013">
    <w:abstractNumId w:val="10"/>
  </w:num>
  <w:num w:numId="26" w16cid:durableId="298731868">
    <w:abstractNumId w:val="13"/>
  </w:num>
  <w:num w:numId="27" w16cid:durableId="757022016">
    <w:abstractNumId w:val="28"/>
  </w:num>
  <w:num w:numId="28" w16cid:durableId="725639117">
    <w:abstractNumId w:val="15"/>
  </w:num>
  <w:num w:numId="29" w16cid:durableId="2141914445">
    <w:abstractNumId w:val="5"/>
  </w:num>
  <w:num w:numId="30" w16cid:durableId="677738096">
    <w:abstractNumId w:val="18"/>
  </w:num>
  <w:num w:numId="31" w16cid:durableId="1010716019">
    <w:abstractNumId w:val="29"/>
  </w:num>
  <w:num w:numId="32" w16cid:durableId="983854270">
    <w:abstractNumId w:val="8"/>
  </w:num>
  <w:num w:numId="33" w16cid:durableId="298190313">
    <w:abstractNumId w:val="8"/>
  </w:num>
  <w:num w:numId="34" w16cid:durableId="1964844161">
    <w:abstractNumId w:val="7"/>
  </w:num>
  <w:num w:numId="35" w16cid:durableId="1556770084">
    <w:abstractNumId w:val="21"/>
  </w:num>
  <w:num w:numId="36" w16cid:durableId="7619940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0756D"/>
    <w:rsid w:val="000110D3"/>
    <w:rsid w:val="0002213B"/>
    <w:rsid w:val="00024AC6"/>
    <w:rsid w:val="00031741"/>
    <w:rsid w:val="0006784D"/>
    <w:rsid w:val="00085D7E"/>
    <w:rsid w:val="0009136B"/>
    <w:rsid w:val="000A41FB"/>
    <w:rsid w:val="000B074E"/>
    <w:rsid w:val="000B6932"/>
    <w:rsid w:val="000C52FA"/>
    <w:rsid w:val="000E1E9A"/>
    <w:rsid w:val="000F7A52"/>
    <w:rsid w:val="00103A0D"/>
    <w:rsid w:val="00117A0E"/>
    <w:rsid w:val="001441C6"/>
    <w:rsid w:val="001450AB"/>
    <w:rsid w:val="001620E3"/>
    <w:rsid w:val="00171DAE"/>
    <w:rsid w:val="0018105A"/>
    <w:rsid w:val="00195A49"/>
    <w:rsid w:val="001A5581"/>
    <w:rsid w:val="001D365F"/>
    <w:rsid w:val="001E6403"/>
    <w:rsid w:val="001F782F"/>
    <w:rsid w:val="0023000E"/>
    <w:rsid w:val="002346C2"/>
    <w:rsid w:val="00264BCF"/>
    <w:rsid w:val="0028448D"/>
    <w:rsid w:val="00285A03"/>
    <w:rsid w:val="002862D2"/>
    <w:rsid w:val="002B344F"/>
    <w:rsid w:val="002B5D63"/>
    <w:rsid w:val="002E42BD"/>
    <w:rsid w:val="002F7EEA"/>
    <w:rsid w:val="00302CA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849B6"/>
    <w:rsid w:val="0038597E"/>
    <w:rsid w:val="003B0FFE"/>
    <w:rsid w:val="003D22E9"/>
    <w:rsid w:val="003D4BE3"/>
    <w:rsid w:val="004272FC"/>
    <w:rsid w:val="00433C12"/>
    <w:rsid w:val="00443C04"/>
    <w:rsid w:val="0044592F"/>
    <w:rsid w:val="00447EFC"/>
    <w:rsid w:val="00454BDD"/>
    <w:rsid w:val="004706FD"/>
    <w:rsid w:val="00474537"/>
    <w:rsid w:val="0048382E"/>
    <w:rsid w:val="00494873"/>
    <w:rsid w:val="004D2451"/>
    <w:rsid w:val="004F1A26"/>
    <w:rsid w:val="00507E73"/>
    <w:rsid w:val="005235FA"/>
    <w:rsid w:val="00525BAE"/>
    <w:rsid w:val="00530F9B"/>
    <w:rsid w:val="005315F1"/>
    <w:rsid w:val="00532DCB"/>
    <w:rsid w:val="00536743"/>
    <w:rsid w:val="0054295B"/>
    <w:rsid w:val="00562D44"/>
    <w:rsid w:val="00562E55"/>
    <w:rsid w:val="00584984"/>
    <w:rsid w:val="005C61B9"/>
    <w:rsid w:val="005E1169"/>
    <w:rsid w:val="006015C2"/>
    <w:rsid w:val="006040F5"/>
    <w:rsid w:val="00610639"/>
    <w:rsid w:val="00610F7D"/>
    <w:rsid w:val="00620C00"/>
    <w:rsid w:val="00651695"/>
    <w:rsid w:val="00662AC4"/>
    <w:rsid w:val="00665813"/>
    <w:rsid w:val="00675E42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323F"/>
    <w:rsid w:val="00814432"/>
    <w:rsid w:val="00830828"/>
    <w:rsid w:val="00841A9B"/>
    <w:rsid w:val="00844BBC"/>
    <w:rsid w:val="008574C8"/>
    <w:rsid w:val="0086701E"/>
    <w:rsid w:val="00867692"/>
    <w:rsid w:val="008804CB"/>
    <w:rsid w:val="00882947"/>
    <w:rsid w:val="00887902"/>
    <w:rsid w:val="008A2C0A"/>
    <w:rsid w:val="008B5587"/>
    <w:rsid w:val="008C2F88"/>
    <w:rsid w:val="008D1D42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54CDD"/>
    <w:rsid w:val="00992282"/>
    <w:rsid w:val="0099452E"/>
    <w:rsid w:val="009A219D"/>
    <w:rsid w:val="009B22D2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62A77"/>
    <w:rsid w:val="00A743FF"/>
    <w:rsid w:val="00A82E78"/>
    <w:rsid w:val="00AA3D3E"/>
    <w:rsid w:val="00AC0741"/>
    <w:rsid w:val="00AC2BD0"/>
    <w:rsid w:val="00AD05EC"/>
    <w:rsid w:val="00AD1706"/>
    <w:rsid w:val="00AE388F"/>
    <w:rsid w:val="00AF350C"/>
    <w:rsid w:val="00AF57DC"/>
    <w:rsid w:val="00AF58BB"/>
    <w:rsid w:val="00B01856"/>
    <w:rsid w:val="00B15B87"/>
    <w:rsid w:val="00B406A9"/>
    <w:rsid w:val="00B43A4B"/>
    <w:rsid w:val="00B7475F"/>
    <w:rsid w:val="00B93CD1"/>
    <w:rsid w:val="00B97793"/>
    <w:rsid w:val="00BB0104"/>
    <w:rsid w:val="00BB2A5B"/>
    <w:rsid w:val="00BD14D8"/>
    <w:rsid w:val="00BD731B"/>
    <w:rsid w:val="00BF0C76"/>
    <w:rsid w:val="00BF1E16"/>
    <w:rsid w:val="00BF484D"/>
    <w:rsid w:val="00C02E1C"/>
    <w:rsid w:val="00C055AD"/>
    <w:rsid w:val="00C20124"/>
    <w:rsid w:val="00C203AE"/>
    <w:rsid w:val="00C233C1"/>
    <w:rsid w:val="00C25698"/>
    <w:rsid w:val="00C27DFF"/>
    <w:rsid w:val="00C36C55"/>
    <w:rsid w:val="00C406CD"/>
    <w:rsid w:val="00C437EE"/>
    <w:rsid w:val="00C55FF9"/>
    <w:rsid w:val="00C86331"/>
    <w:rsid w:val="00C90891"/>
    <w:rsid w:val="00C93402"/>
    <w:rsid w:val="00C939B1"/>
    <w:rsid w:val="00CB1475"/>
    <w:rsid w:val="00CB2397"/>
    <w:rsid w:val="00CC31A7"/>
    <w:rsid w:val="00CE7C2F"/>
    <w:rsid w:val="00CF6A25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64431"/>
    <w:rsid w:val="00D832BB"/>
    <w:rsid w:val="00D902A4"/>
    <w:rsid w:val="00DA3646"/>
    <w:rsid w:val="00DD2E16"/>
    <w:rsid w:val="00DE5C0B"/>
    <w:rsid w:val="00E05187"/>
    <w:rsid w:val="00E07577"/>
    <w:rsid w:val="00E17A38"/>
    <w:rsid w:val="00E36C49"/>
    <w:rsid w:val="00E42389"/>
    <w:rsid w:val="00E45136"/>
    <w:rsid w:val="00E51017"/>
    <w:rsid w:val="00E5632D"/>
    <w:rsid w:val="00E7391C"/>
    <w:rsid w:val="00E94BE3"/>
    <w:rsid w:val="00E958E5"/>
    <w:rsid w:val="00EA01C8"/>
    <w:rsid w:val="00EB33B9"/>
    <w:rsid w:val="00EC29FF"/>
    <w:rsid w:val="00ED24CF"/>
    <w:rsid w:val="00EE7770"/>
    <w:rsid w:val="00EF73E5"/>
    <w:rsid w:val="00F50F65"/>
    <w:rsid w:val="00F53758"/>
    <w:rsid w:val="00F60A08"/>
    <w:rsid w:val="00F720D5"/>
    <w:rsid w:val="00FC18B4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D958A1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43E2B-651A-4A0B-A59F-5714E96EB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27</Pages>
  <Words>7359</Words>
  <Characters>41947</Characters>
  <Application>Microsoft Office Word</Application>
  <DocSecurity>0</DocSecurity>
  <Lines>349</Lines>
  <Paragraphs>98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49208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7</cp:revision>
  <cp:lastPrinted>2013-11-14T13:48:00Z</cp:lastPrinted>
  <dcterms:created xsi:type="dcterms:W3CDTF">2025-01-21T07:57:00Z</dcterms:created>
  <dcterms:modified xsi:type="dcterms:W3CDTF">2025-01-21T08:01:00Z</dcterms:modified>
</cp:coreProperties>
</file>